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26E2F29D" w:rsidP="00F95E26" w:rsidRDefault="00DD4D93" w14:paraId="769E5EAC" w14:textId="142A8C67">
      <w:pPr>
        <w:pStyle w:val="Heading1"/>
        <w:spacing w:before="0"/>
        <w:rPr>
          <w:color w:val="40008D"/>
        </w:rPr>
      </w:pPr>
      <w:r w:rsidRPr="00444E02">
        <w:rPr>
          <w:color w:val="40008D"/>
        </w:rPr>
        <w:t>#</w:t>
      </w:r>
      <w:r w:rsidRPr="00444E02" w:rsidR="5CA89DAD">
        <w:rPr>
          <w:color w:val="40008D"/>
        </w:rPr>
        <w:t xml:space="preserve">HearNowON </w:t>
      </w:r>
      <w:r w:rsidR="0097707C">
        <w:rPr>
          <w:color w:val="40008D"/>
        </w:rPr>
        <w:t>– S</w:t>
      </w:r>
      <w:r w:rsidRPr="00444E02">
        <w:rPr>
          <w:color w:val="40008D"/>
        </w:rPr>
        <w:t>hareable</w:t>
      </w:r>
      <w:r w:rsidRPr="00444E02" w:rsidR="6CB94E2B">
        <w:rPr>
          <w:color w:val="40008D"/>
        </w:rPr>
        <w:t xml:space="preserve"> messages</w:t>
      </w:r>
    </w:p>
    <w:p w:rsidRPr="00245801" w:rsidR="00245801" w:rsidP="00245801" w:rsidRDefault="00245801" w14:paraId="40D70B33" w14:textId="2BC75849">
      <w:pPr>
        <w:pStyle w:val="Heading4"/>
        <w:spacing w:after="240"/>
        <w:rPr>
          <w:color w:val="007FAD"/>
          <w:lang w:val="en"/>
        </w:rPr>
      </w:pPr>
      <w:r w:rsidRPr="49A8CD84" w:rsidR="7FC58998">
        <w:rPr>
          <w:color w:val="007FAD"/>
          <w:lang w:val="en"/>
        </w:rPr>
        <w:t>General m</w:t>
      </w:r>
      <w:r w:rsidRPr="49A8CD84" w:rsidR="00245801">
        <w:rPr>
          <w:color w:val="007FAD"/>
          <w:lang w:val="en"/>
        </w:rPr>
        <w:t>essages</w:t>
      </w:r>
    </w:p>
    <w:p w:rsidR="00C54DBC" w:rsidP="00C54DBC" w:rsidRDefault="00C54DBC" w14:paraId="0817CE80" w14:textId="67764F8F">
      <w:pPr>
        <w:pStyle w:val="ListParagraph"/>
        <w:numPr>
          <w:ilvl w:val="0"/>
          <w:numId w:val="2"/>
        </w:numPr>
        <w:rPr>
          <w:lang w:val="en"/>
        </w:rPr>
      </w:pPr>
      <w:r w:rsidRPr="00C54DBC">
        <w:rPr>
          <w:lang w:val="en"/>
        </w:rPr>
        <w:t>Did you know? Ontario students in grades 7–12 have an exciting opportunity to shape the future of school mental health through #HearNowON!</w:t>
      </w:r>
      <w:r>
        <w:rPr>
          <w:lang w:val="en"/>
        </w:rPr>
        <w:t xml:space="preserve"> </w:t>
      </w:r>
      <w:r w:rsidRPr="00C54DBC">
        <w:rPr>
          <w:lang w:val="en"/>
        </w:rPr>
        <w:t xml:space="preserve">Please share this opportunity with your networks: </w:t>
      </w:r>
      <w:hyperlink w:history="1" r:id="rId11">
        <w:r w:rsidRPr="00D02E3F" w:rsidR="00D02E3F">
          <w:rPr>
            <w:rStyle w:val="Hyperlink"/>
            <w:lang w:val="en"/>
          </w:rPr>
          <w:t>bit.ly/</w:t>
        </w:r>
        <w:proofErr w:type="spellStart"/>
        <w:r w:rsidRPr="00D02E3F" w:rsidR="00D02E3F">
          <w:rPr>
            <w:rStyle w:val="Hyperlink"/>
            <w:lang w:val="en"/>
          </w:rPr>
          <w:t>HearNow</w:t>
        </w:r>
        <w:proofErr w:type="spellEnd"/>
        <w:r w:rsidRPr="00D02E3F" w:rsidR="00D02E3F">
          <w:rPr>
            <w:rStyle w:val="Hyperlink"/>
            <w:lang w:val="en"/>
          </w:rPr>
          <w:t>-ON</w:t>
        </w:r>
      </w:hyperlink>
    </w:p>
    <w:p w:rsidR="00C54DBC" w:rsidP="00D02E3F" w:rsidRDefault="00D02E3F" w14:paraId="30652547" w14:textId="08B2CC8E">
      <w:pPr>
        <w:pStyle w:val="ListParagraph"/>
        <w:numPr>
          <w:ilvl w:val="0"/>
          <w:numId w:val="2"/>
        </w:numPr>
        <w:rPr>
          <w:lang w:val="en"/>
        </w:rPr>
      </w:pPr>
      <w:r w:rsidRPr="00D02E3F">
        <w:rPr>
          <w:lang w:val="en"/>
        </w:rPr>
        <w:t>Do you know Ontario students in grades 7–12? Empower students to share their perspectives on school mental health through #HearNowON.</w:t>
      </w:r>
      <w:r>
        <w:rPr>
          <w:lang w:val="en"/>
        </w:rPr>
        <w:t xml:space="preserve"> </w:t>
      </w:r>
      <w:r w:rsidRPr="00D02E3F">
        <w:rPr>
          <w:lang w:val="en"/>
        </w:rPr>
        <w:t xml:space="preserve">Learn more: </w:t>
      </w:r>
      <w:hyperlink w:history="1" r:id="rId12">
        <w:r w:rsidRPr="00D02E3F">
          <w:rPr>
            <w:rStyle w:val="Hyperlink"/>
            <w:lang w:val="en"/>
          </w:rPr>
          <w:t>bit.ly/</w:t>
        </w:r>
        <w:proofErr w:type="spellStart"/>
        <w:r w:rsidRPr="00D02E3F">
          <w:rPr>
            <w:rStyle w:val="Hyperlink"/>
            <w:lang w:val="en"/>
          </w:rPr>
          <w:t>HearNow</w:t>
        </w:r>
        <w:proofErr w:type="spellEnd"/>
        <w:r w:rsidRPr="00D02E3F">
          <w:rPr>
            <w:rStyle w:val="Hyperlink"/>
            <w:lang w:val="en"/>
          </w:rPr>
          <w:t>-ON</w:t>
        </w:r>
      </w:hyperlink>
    </w:p>
    <w:p w:rsidR="00D02E3F" w:rsidP="49A8CD84" w:rsidRDefault="00D02E3F" w14:paraId="0BD2850A" w14:textId="198BEE83" w14:noSpellErr="1">
      <w:pPr>
        <w:pStyle w:val="ListParagraph"/>
        <w:numPr>
          <w:ilvl w:val="0"/>
          <w:numId w:val="2"/>
        </w:numPr>
        <w:rPr>
          <w:lang w:val="en-US"/>
        </w:rPr>
      </w:pPr>
      <w:r w:rsidRPr="49A8CD84" w:rsidR="00D02E3F">
        <w:rPr>
          <w:lang w:val="en-US"/>
        </w:rPr>
        <w:t xml:space="preserve">Students are key to shaping mental </w:t>
      </w:r>
      <w:r w:rsidRPr="49A8CD84" w:rsidR="00D02E3F">
        <w:rPr>
          <w:lang w:val="en-US"/>
        </w:rPr>
        <w:t>health</w:t>
      </w:r>
      <w:r w:rsidRPr="49A8CD84" w:rsidR="00D02E3F">
        <w:rPr>
          <w:lang w:val="en-US"/>
        </w:rPr>
        <w:t xml:space="preserve"> learning and programming in schools – </w:t>
      </w:r>
      <w:r w:rsidRPr="49A8CD84" w:rsidR="00D02E3F">
        <w:rPr>
          <w:lang w:val="en-US"/>
        </w:rPr>
        <w:t>let’s</w:t>
      </w:r>
      <w:r w:rsidRPr="49A8CD84" w:rsidR="00D02E3F">
        <w:rPr>
          <w:lang w:val="en-US"/>
        </w:rPr>
        <w:t xml:space="preserve"> ensure their voices are heard. Share #HearNowON today: </w:t>
      </w:r>
      <w:hyperlink r:id="R22efedfc29554186">
        <w:r w:rsidRPr="49A8CD84" w:rsidR="00D02E3F">
          <w:rPr>
            <w:rStyle w:val="Hyperlink"/>
            <w:lang w:val="en-US"/>
          </w:rPr>
          <w:t>bit.ly/</w:t>
        </w:r>
        <w:r w:rsidRPr="49A8CD84" w:rsidR="00D02E3F">
          <w:rPr>
            <w:rStyle w:val="Hyperlink"/>
            <w:lang w:val="en-US"/>
          </w:rPr>
          <w:t>HearNow</w:t>
        </w:r>
        <w:r w:rsidRPr="49A8CD84" w:rsidR="00D02E3F">
          <w:rPr>
            <w:rStyle w:val="Hyperlink"/>
            <w:lang w:val="en-US"/>
          </w:rPr>
          <w:t>-ON</w:t>
        </w:r>
      </w:hyperlink>
    </w:p>
    <w:p w:rsidR="00245801" w:rsidP="00245801" w:rsidRDefault="00245801" w14:paraId="28405F11" w14:textId="77777777">
      <w:pPr>
        <w:rPr>
          <w:lang w:val="en"/>
        </w:rPr>
      </w:pPr>
    </w:p>
    <w:p w:rsidRPr="00245801" w:rsidR="00245801" w:rsidP="00245801" w:rsidRDefault="00245801" w14:paraId="0E3FE956" w14:textId="661BA3F2">
      <w:pPr>
        <w:pStyle w:val="Heading4"/>
        <w:spacing w:after="240"/>
        <w:rPr>
          <w:color w:val="007FAD"/>
          <w:lang w:val="en"/>
        </w:rPr>
      </w:pPr>
      <w:r w:rsidRPr="00245801">
        <w:rPr>
          <w:color w:val="007FAD"/>
          <w:lang w:val="en"/>
        </w:rPr>
        <w:t xml:space="preserve">Messages </w:t>
      </w:r>
      <w:r w:rsidR="00EC057A">
        <w:rPr>
          <w:color w:val="007FAD"/>
          <w:lang w:val="en"/>
        </w:rPr>
        <w:t>for</w:t>
      </w:r>
      <w:r w:rsidRPr="00245801">
        <w:rPr>
          <w:color w:val="007FAD"/>
          <w:lang w:val="en"/>
        </w:rPr>
        <w:t xml:space="preserve"> </w:t>
      </w:r>
      <w:r>
        <w:rPr>
          <w:color w:val="007FAD"/>
          <w:lang w:val="en"/>
        </w:rPr>
        <w:t>students</w:t>
      </w:r>
    </w:p>
    <w:p w:rsidR="00245801" w:rsidP="00245801" w:rsidRDefault="00245801" w14:paraId="5874A738" w14:textId="2AAF9544">
      <w:pPr>
        <w:pStyle w:val="ListParagraph"/>
        <w:numPr>
          <w:ilvl w:val="0"/>
          <w:numId w:val="3"/>
        </w:numPr>
        <w:rPr>
          <w:lang w:val="en"/>
        </w:rPr>
      </w:pPr>
      <w:r w:rsidRPr="00245801">
        <w:rPr>
          <w:lang w:val="en"/>
        </w:rPr>
        <w:t xml:space="preserve">Are you a student in grades 7–12 in Ontario? You have an exciting opportunity to shape the future of school mental health through #HearNowON! Check it out: </w:t>
      </w:r>
      <w:hyperlink w:history="1" r:id="rId14">
        <w:r w:rsidRPr="00D02E3F">
          <w:rPr>
            <w:rStyle w:val="Hyperlink"/>
            <w:lang w:val="en"/>
          </w:rPr>
          <w:t>bit.ly/</w:t>
        </w:r>
        <w:proofErr w:type="spellStart"/>
        <w:r w:rsidRPr="00D02E3F">
          <w:rPr>
            <w:rStyle w:val="Hyperlink"/>
            <w:lang w:val="en"/>
          </w:rPr>
          <w:t>HearNow</w:t>
        </w:r>
        <w:proofErr w:type="spellEnd"/>
        <w:r w:rsidRPr="00D02E3F">
          <w:rPr>
            <w:rStyle w:val="Hyperlink"/>
            <w:lang w:val="en"/>
          </w:rPr>
          <w:t>-ON</w:t>
        </w:r>
      </w:hyperlink>
    </w:p>
    <w:p w:rsidR="00245801" w:rsidP="49A8CD84" w:rsidRDefault="00245801" w14:paraId="2BB9FD9D" w14:textId="41FA2A4F" w14:noSpellErr="1">
      <w:pPr>
        <w:pStyle w:val="ListParagraph"/>
        <w:numPr>
          <w:ilvl w:val="0"/>
          <w:numId w:val="3"/>
        </w:numPr>
        <w:rPr>
          <w:lang w:val="en-US"/>
        </w:rPr>
      </w:pPr>
      <w:r w:rsidRPr="49A8CD84" w:rsidR="00245801">
        <w:rPr>
          <w:lang w:val="en-US"/>
        </w:rPr>
        <w:t xml:space="preserve">Want to help shape the future of mental health in schools? If </w:t>
      </w:r>
      <w:r w:rsidRPr="49A8CD84" w:rsidR="00245801">
        <w:rPr>
          <w:lang w:val="en-US"/>
        </w:rPr>
        <w:t>you’re</w:t>
      </w:r>
      <w:r w:rsidRPr="49A8CD84" w:rsidR="00245801">
        <w:rPr>
          <w:lang w:val="en-US"/>
        </w:rPr>
        <w:t xml:space="preserve"> an Ontario student in grades 7–12, #HearNowON is your chance to share your voice. Learn more: </w:t>
      </w:r>
      <w:hyperlink r:id="R7413d3e996554140">
        <w:r w:rsidRPr="49A8CD84" w:rsidR="00245801">
          <w:rPr>
            <w:rStyle w:val="Hyperlink"/>
            <w:lang w:val="en-US"/>
          </w:rPr>
          <w:t>bit.ly/</w:t>
        </w:r>
        <w:r w:rsidRPr="49A8CD84" w:rsidR="00245801">
          <w:rPr>
            <w:rStyle w:val="Hyperlink"/>
            <w:lang w:val="en-US"/>
          </w:rPr>
          <w:t>HearNow</w:t>
        </w:r>
        <w:r w:rsidRPr="49A8CD84" w:rsidR="00245801">
          <w:rPr>
            <w:rStyle w:val="Hyperlink"/>
            <w:lang w:val="en-US"/>
          </w:rPr>
          <w:t>-ON</w:t>
        </w:r>
      </w:hyperlink>
    </w:p>
    <w:p w:rsidR="00245801" w:rsidP="00245801" w:rsidRDefault="00245801" w14:paraId="2B6311DA" w14:textId="71C60861">
      <w:pPr>
        <w:pStyle w:val="ListParagraph"/>
        <w:numPr>
          <w:ilvl w:val="0"/>
          <w:numId w:val="3"/>
        </w:numPr>
        <w:rPr>
          <w:lang w:val="en"/>
        </w:rPr>
      </w:pPr>
      <w:r w:rsidRPr="00245801">
        <w:rPr>
          <w:lang w:val="en"/>
        </w:rPr>
        <w:t xml:space="preserve">Your voice matters! Students like you can help shape mental health learning in schools through #HearNowON. Be part of the change: </w:t>
      </w:r>
      <w:hyperlink w:history="1" r:id="rId16">
        <w:r w:rsidRPr="00D02E3F">
          <w:rPr>
            <w:rStyle w:val="Hyperlink"/>
            <w:lang w:val="en"/>
          </w:rPr>
          <w:t>bit.ly/</w:t>
        </w:r>
        <w:proofErr w:type="spellStart"/>
        <w:r w:rsidRPr="00D02E3F">
          <w:rPr>
            <w:rStyle w:val="Hyperlink"/>
            <w:lang w:val="en"/>
          </w:rPr>
          <w:t>HearNow</w:t>
        </w:r>
        <w:proofErr w:type="spellEnd"/>
        <w:r w:rsidRPr="00D02E3F">
          <w:rPr>
            <w:rStyle w:val="Hyperlink"/>
            <w:lang w:val="en"/>
          </w:rPr>
          <w:t>-ON</w:t>
        </w:r>
      </w:hyperlink>
    </w:p>
    <w:p w:rsidRPr="00245801" w:rsidR="00940D4D" w:rsidP="00245801" w:rsidRDefault="00245801" w14:paraId="2C078E63" w14:textId="2E65315E">
      <w:pPr>
        <w:pStyle w:val="ListParagraph"/>
        <w:numPr>
          <w:ilvl w:val="0"/>
          <w:numId w:val="3"/>
        </w:numPr>
        <w:rPr>
          <w:lang w:val="en"/>
        </w:rPr>
      </w:pPr>
      <w:r w:rsidRPr="00245801">
        <w:rPr>
          <w:lang w:val="en"/>
        </w:rPr>
        <w:t>Are you interested in mental health? This is your chance to help shape mental health and well-being resources in schools! Join #HearNowON and share your voice through virtual focus groups and an online survey.</w:t>
      </w:r>
      <w:r>
        <w:rPr>
          <w:lang w:val="en"/>
        </w:rPr>
        <w:t xml:space="preserve"> </w:t>
      </w:r>
      <w:r w:rsidRPr="00245801">
        <w:rPr>
          <w:lang w:val="en"/>
        </w:rPr>
        <w:t xml:space="preserve">Learn more: </w:t>
      </w:r>
      <w:hyperlink w:history="1" r:id="rId17">
        <w:r w:rsidRPr="00D02E3F">
          <w:rPr>
            <w:rStyle w:val="Hyperlink"/>
            <w:lang w:val="en"/>
          </w:rPr>
          <w:t>bit.ly/</w:t>
        </w:r>
        <w:proofErr w:type="spellStart"/>
        <w:r w:rsidRPr="00D02E3F">
          <w:rPr>
            <w:rStyle w:val="Hyperlink"/>
            <w:lang w:val="en"/>
          </w:rPr>
          <w:t>HearNow</w:t>
        </w:r>
        <w:proofErr w:type="spellEnd"/>
        <w:r w:rsidRPr="00D02E3F">
          <w:rPr>
            <w:rStyle w:val="Hyperlink"/>
            <w:lang w:val="en"/>
          </w:rPr>
          <w:t>-ON</w:t>
        </w:r>
      </w:hyperlink>
    </w:p>
    <w:sectPr w:rsidRPr="00245801" w:rsidR="00940D4D">
      <w:footerReference w:type="default" r:id="rId18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53131" w:rsidP="00153131" w:rsidRDefault="00153131" w14:paraId="7455A6CF" w14:textId="77777777">
      <w:pPr>
        <w:spacing w:after="0" w:line="240" w:lineRule="auto"/>
      </w:pPr>
      <w:r>
        <w:separator/>
      </w:r>
    </w:p>
  </w:endnote>
  <w:endnote w:type="continuationSeparator" w:id="0">
    <w:p w:rsidR="00153131" w:rsidP="00153131" w:rsidRDefault="00153131" w14:paraId="707FDE55" w14:textId="77777777">
      <w:pPr>
        <w:spacing w:after="0" w:line="240" w:lineRule="auto"/>
      </w:pPr>
      <w:r>
        <w:continuationSeparator/>
      </w:r>
    </w:p>
  </w:endnote>
  <w:endnote w:type="continuationNotice" w:id="1">
    <w:p w:rsidR="00F95E26" w:rsidRDefault="00F95E26" w14:paraId="7B07DEC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oppins SemiBold">
    <w:panose1 w:val="00000700000000000000"/>
    <w:charset w:val="4D"/>
    <w:family w:val="auto"/>
    <w:pitch w:val="variable"/>
    <w:sig w:usb0="00008007" w:usb1="00000000" w:usb2="00000000" w:usb3="00000000" w:csb0="00000093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xmlns:a14="http://schemas.microsoft.com/office/drawing/2010/main" mc:Ignorable="w14 w15 w16se w16cid w16 w16cex w16sdtdh w16sdtfl w16du wp14">
  <w:p w:rsidRPr="004D314C" w:rsidR="00153131" w:rsidRDefault="0069050C" w14:paraId="3578F627" w14:textId="032E09BE">
    <w:pPr>
      <w:pStyle w:val="Footer"/>
      <w:rPr>
        <w:rFonts w:ascii="Poppins SemiBold" w:hAnsi="Poppins SemiBold" w:cs="Poppins SemiBold"/>
        <w:b/>
        <w:bCs/>
        <w:color w:val="40008D"/>
      </w:rPr>
    </w:pPr>
    <w:r>
      <w:rPr>
        <w:rFonts w:ascii="Times New Roman" w:hAnsi="Times New Roman" w:eastAsia="Times New Roman" w:cs="Times New Roman"/>
        <w:noProof/>
        <w:sz w:val="24"/>
        <w:szCs w:val="24"/>
        <w:lang w:val="en-CA" w:eastAsia="ko-KR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E48058" wp14:editId="431CA202">
              <wp:simplePos x="0" y="0"/>
              <wp:positionH relativeFrom="column">
                <wp:posOffset>0</wp:posOffset>
              </wp:positionH>
              <wp:positionV relativeFrom="paragraph">
                <wp:posOffset>-263888</wp:posOffset>
              </wp:positionV>
              <wp:extent cx="5947954" cy="0"/>
              <wp:effectExtent l="0" t="0" r="8890" b="12700"/>
              <wp:wrapNone/>
              <wp:docPr id="188856403" name="Straight Connector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795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alt="&quot;&quot;" o:spid="_x0000_s1026" strokecolor="black [3200]" strokeweight=".5pt" from="0,-20.8pt" to="468.35pt,-20.8pt" w14:anchorId="43326F9A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">
              <v:stroke joinstyle="miter"/>
            </v:line>
          </w:pict>
        </mc:Fallback>
      </mc:AlternateContent>
    </w:r>
    <w:r w:rsidRPr="00DB5DCB" w:rsidR="00153131">
      <w:rPr>
        <w:rFonts w:ascii="Times New Roman" w:hAnsi="Times New Roman" w:eastAsia="Times New Roman" w:cs="Times New Roman"/>
        <w:noProof/>
        <w:sz w:val="24"/>
        <w:szCs w:val="24"/>
        <w:lang w:val="en-CA" w:eastAsia="ko-KR"/>
      </w:rPr>
      <w:drawing>
        <wp:anchor distT="0" distB="0" distL="114300" distR="114300" simplePos="0" relativeHeight="251658240" behindDoc="1" locked="0" layoutInCell="1" allowOverlap="1" wp14:anchorId="035503B3" wp14:editId="0A360B03">
          <wp:simplePos x="0" y="0"/>
          <wp:positionH relativeFrom="column">
            <wp:posOffset>0</wp:posOffset>
          </wp:positionH>
          <wp:positionV relativeFrom="paragraph">
            <wp:posOffset>-260894</wp:posOffset>
          </wp:positionV>
          <wp:extent cx="2527300" cy="543261"/>
          <wp:effectExtent l="0" t="0" r="0" b="0"/>
          <wp:wrapNone/>
          <wp:docPr id="1448373300" name="Picture 1" descr="Logo : School Mental Health Ontario / Santé mentale en milieu scolaire Ontar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: School Mental Health Ontario / Santé mentale en milieu scolaire Ontar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7300" cy="5432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3131">
      <w:ptab w:alignment="center" w:relativeTo="margin" w:leader="none"/>
    </w:r>
    <w:r w:rsidR="00153131">
      <w:ptab w:alignment="right" w:relativeTo="margin" w:leader="none"/>
    </w:r>
    <w:hyperlink w:history="1" r:id="rId2">
      <w:r w:rsidRPr="00FA4C39" w:rsidR="00292165">
        <w:rPr>
          <w:rStyle w:val="Hyperlink"/>
          <w:rFonts w:ascii="Poppins SemiBold" w:hAnsi="Poppins SemiBold" w:cs="Poppins SemiBold"/>
          <w:b/>
          <w:bCs/>
          <w:color w:val="40008D"/>
          <w:u w:val="none"/>
        </w:rPr>
        <w:t>www.smho-smso.ca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53131" w:rsidP="00153131" w:rsidRDefault="00153131" w14:paraId="2D1AADFA" w14:textId="77777777">
      <w:pPr>
        <w:spacing w:after="0" w:line="240" w:lineRule="auto"/>
      </w:pPr>
      <w:r>
        <w:separator/>
      </w:r>
    </w:p>
  </w:footnote>
  <w:footnote w:type="continuationSeparator" w:id="0">
    <w:p w:rsidR="00153131" w:rsidP="00153131" w:rsidRDefault="00153131" w14:paraId="23232821" w14:textId="77777777">
      <w:pPr>
        <w:spacing w:after="0" w:line="240" w:lineRule="auto"/>
      </w:pPr>
      <w:r>
        <w:continuationSeparator/>
      </w:r>
    </w:p>
  </w:footnote>
  <w:footnote w:type="continuationNotice" w:id="1">
    <w:p w:rsidR="00F95E26" w:rsidRDefault="00F95E26" w14:paraId="5C30CE44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7F21AF"/>
    <w:multiLevelType w:val="hybridMultilevel"/>
    <w:tmpl w:val="E84C6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A7603"/>
    <w:multiLevelType w:val="hybridMultilevel"/>
    <w:tmpl w:val="147086C4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1F03377"/>
    <w:multiLevelType w:val="hybridMultilevel"/>
    <w:tmpl w:val="491E8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590520">
    <w:abstractNumId w:val="1"/>
  </w:num>
  <w:num w:numId="2" w16cid:durableId="850726895">
    <w:abstractNumId w:val="0"/>
  </w:num>
  <w:num w:numId="3" w16cid:durableId="8205795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21"/>
  <w:attachedTemplate r:id="rId1"/>
  <w:linkStyles/>
  <w:trackRevisions w:val="false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0C325E3"/>
    <w:rsid w:val="000269C7"/>
    <w:rsid w:val="00035BAC"/>
    <w:rsid w:val="00093F79"/>
    <w:rsid w:val="000A0436"/>
    <w:rsid w:val="000E2EB8"/>
    <w:rsid w:val="00140F0E"/>
    <w:rsid w:val="00145E11"/>
    <w:rsid w:val="00153131"/>
    <w:rsid w:val="0017215C"/>
    <w:rsid w:val="001B0402"/>
    <w:rsid w:val="00245801"/>
    <w:rsid w:val="00287CF2"/>
    <w:rsid w:val="00292165"/>
    <w:rsid w:val="00344650"/>
    <w:rsid w:val="00356C8E"/>
    <w:rsid w:val="003A19FB"/>
    <w:rsid w:val="00423820"/>
    <w:rsid w:val="00444E02"/>
    <w:rsid w:val="004A0711"/>
    <w:rsid w:val="004D314C"/>
    <w:rsid w:val="00575A68"/>
    <w:rsid w:val="005836FE"/>
    <w:rsid w:val="005D482E"/>
    <w:rsid w:val="0069050C"/>
    <w:rsid w:val="00690B71"/>
    <w:rsid w:val="006A5CF6"/>
    <w:rsid w:val="006B0332"/>
    <w:rsid w:val="007A7020"/>
    <w:rsid w:val="00894AF8"/>
    <w:rsid w:val="00917CE4"/>
    <w:rsid w:val="00940D4D"/>
    <w:rsid w:val="00954AF0"/>
    <w:rsid w:val="0097707C"/>
    <w:rsid w:val="00A1330C"/>
    <w:rsid w:val="00AB52C9"/>
    <w:rsid w:val="00AF18C6"/>
    <w:rsid w:val="00B55619"/>
    <w:rsid w:val="00B67F6D"/>
    <w:rsid w:val="00BC1B34"/>
    <w:rsid w:val="00C16508"/>
    <w:rsid w:val="00C256B7"/>
    <w:rsid w:val="00C5269C"/>
    <w:rsid w:val="00C54DBC"/>
    <w:rsid w:val="00D02E3F"/>
    <w:rsid w:val="00D038BD"/>
    <w:rsid w:val="00D210F5"/>
    <w:rsid w:val="00D505A2"/>
    <w:rsid w:val="00D93429"/>
    <w:rsid w:val="00DC262C"/>
    <w:rsid w:val="00DD4D93"/>
    <w:rsid w:val="00E44C57"/>
    <w:rsid w:val="00EB415C"/>
    <w:rsid w:val="00EC057A"/>
    <w:rsid w:val="00F95E26"/>
    <w:rsid w:val="00FA4C39"/>
    <w:rsid w:val="00FE32E2"/>
    <w:rsid w:val="018DA455"/>
    <w:rsid w:val="02F69C79"/>
    <w:rsid w:val="03873C64"/>
    <w:rsid w:val="03EC917C"/>
    <w:rsid w:val="055A8059"/>
    <w:rsid w:val="05DC3568"/>
    <w:rsid w:val="08827303"/>
    <w:rsid w:val="0A3FCEC1"/>
    <w:rsid w:val="0C3853C2"/>
    <w:rsid w:val="0FDE1DAD"/>
    <w:rsid w:val="101A6AE5"/>
    <w:rsid w:val="10ABB6D6"/>
    <w:rsid w:val="12A2807F"/>
    <w:rsid w:val="15DF82CC"/>
    <w:rsid w:val="1646E51B"/>
    <w:rsid w:val="168CC358"/>
    <w:rsid w:val="16BB9C6F"/>
    <w:rsid w:val="19B2CC4B"/>
    <w:rsid w:val="1AFF2DD9"/>
    <w:rsid w:val="1C4FC393"/>
    <w:rsid w:val="1D8089FB"/>
    <w:rsid w:val="1F302C0E"/>
    <w:rsid w:val="1FAD9386"/>
    <w:rsid w:val="20C325E3"/>
    <w:rsid w:val="225AB0DA"/>
    <w:rsid w:val="241049EE"/>
    <w:rsid w:val="25A74A05"/>
    <w:rsid w:val="25FAE32C"/>
    <w:rsid w:val="2664F429"/>
    <w:rsid w:val="26E2F29D"/>
    <w:rsid w:val="2745873D"/>
    <w:rsid w:val="299C5549"/>
    <w:rsid w:val="29BEC2F3"/>
    <w:rsid w:val="2B4FDD4F"/>
    <w:rsid w:val="2BE75EC0"/>
    <w:rsid w:val="2CB46DEA"/>
    <w:rsid w:val="2D0E4853"/>
    <w:rsid w:val="2F34A7F8"/>
    <w:rsid w:val="302F3E89"/>
    <w:rsid w:val="306A302E"/>
    <w:rsid w:val="314078AF"/>
    <w:rsid w:val="31B34F1A"/>
    <w:rsid w:val="32591219"/>
    <w:rsid w:val="334F5F34"/>
    <w:rsid w:val="33F220A1"/>
    <w:rsid w:val="362CE595"/>
    <w:rsid w:val="38072663"/>
    <w:rsid w:val="39827940"/>
    <w:rsid w:val="3A03FF59"/>
    <w:rsid w:val="3BF4ECAB"/>
    <w:rsid w:val="3C5E827A"/>
    <w:rsid w:val="3D47589E"/>
    <w:rsid w:val="3D8A16EB"/>
    <w:rsid w:val="3D9BA4E1"/>
    <w:rsid w:val="40816D7B"/>
    <w:rsid w:val="41A51B50"/>
    <w:rsid w:val="46CB4CBC"/>
    <w:rsid w:val="4785CF2C"/>
    <w:rsid w:val="47C0D3D3"/>
    <w:rsid w:val="47C11F37"/>
    <w:rsid w:val="4818F936"/>
    <w:rsid w:val="49A8CD84"/>
    <w:rsid w:val="49DAF3D2"/>
    <w:rsid w:val="4A1C4664"/>
    <w:rsid w:val="4B510354"/>
    <w:rsid w:val="4C0D6F67"/>
    <w:rsid w:val="4DA988D7"/>
    <w:rsid w:val="514DE43E"/>
    <w:rsid w:val="52D34A61"/>
    <w:rsid w:val="52FE69A1"/>
    <w:rsid w:val="532C6F72"/>
    <w:rsid w:val="5334F3EF"/>
    <w:rsid w:val="576BF7D6"/>
    <w:rsid w:val="57A25550"/>
    <w:rsid w:val="58CD574F"/>
    <w:rsid w:val="58DAC3A8"/>
    <w:rsid w:val="59E21398"/>
    <w:rsid w:val="5AF4307B"/>
    <w:rsid w:val="5B47D29E"/>
    <w:rsid w:val="5CA89DAD"/>
    <w:rsid w:val="5CC3444D"/>
    <w:rsid w:val="5E8D3355"/>
    <w:rsid w:val="61D2EDBF"/>
    <w:rsid w:val="62A4D574"/>
    <w:rsid w:val="632A10C5"/>
    <w:rsid w:val="6521398F"/>
    <w:rsid w:val="6639F9E8"/>
    <w:rsid w:val="663EC81B"/>
    <w:rsid w:val="67BFF49D"/>
    <w:rsid w:val="69647584"/>
    <w:rsid w:val="69EC2FAF"/>
    <w:rsid w:val="6CB94E2B"/>
    <w:rsid w:val="6CE8713E"/>
    <w:rsid w:val="6EBF2BBB"/>
    <w:rsid w:val="70C14FF9"/>
    <w:rsid w:val="7194EBF7"/>
    <w:rsid w:val="726B94A6"/>
    <w:rsid w:val="728AFDB3"/>
    <w:rsid w:val="73269C18"/>
    <w:rsid w:val="7389F5F3"/>
    <w:rsid w:val="73B73A72"/>
    <w:rsid w:val="747BBC00"/>
    <w:rsid w:val="7596CF13"/>
    <w:rsid w:val="75F551BD"/>
    <w:rsid w:val="76274197"/>
    <w:rsid w:val="77749E74"/>
    <w:rsid w:val="7A61E05A"/>
    <w:rsid w:val="7A6C8475"/>
    <w:rsid w:val="7EB8C226"/>
    <w:rsid w:val="7FC58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325E3"/>
  <w15:chartTrackingRefBased/>
  <w15:docId w15:val="{ECA04FEB-A4CD-4085-A0DC-1DBA7948D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B0402"/>
    <w:pPr>
      <w:spacing w:line="259" w:lineRule="auto"/>
    </w:pPr>
    <w:rPr>
      <w:rFonts w:ascii="Arial" w:hAnsi="Arial" w:eastAsia="Calibri" w:cs="Calibri"/>
      <w:sz w:val="22"/>
      <w:szCs w:val="22"/>
      <w:lang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0402"/>
    <w:pPr>
      <w:keepNext/>
      <w:keepLines/>
      <w:spacing w:before="400" w:after="240" w:line="276" w:lineRule="auto"/>
      <w:outlineLvl w:val="0"/>
    </w:pPr>
    <w:rPr>
      <w:rFonts w:ascii="Century Gothic" w:hAnsi="Century Gothic" w:eastAsia="Arial" w:cs="Arial"/>
      <w:b/>
      <w:sz w:val="44"/>
      <w:szCs w:val="44"/>
      <w:lang w:val="e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402"/>
    <w:pPr>
      <w:keepNext/>
      <w:spacing w:after="120" w:line="240" w:lineRule="auto"/>
      <w:outlineLvl w:val="1"/>
    </w:pPr>
    <w:rPr>
      <w:rFonts w:ascii="Century Gothic" w:hAnsi="Century Gothic" w:eastAsia="Arial" w:cs="Arial"/>
      <w:b/>
      <w:sz w:val="36"/>
      <w:szCs w:val="36"/>
      <w:lang w:val="en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0402"/>
    <w:pPr>
      <w:keepNext/>
      <w:keepLines/>
      <w:spacing w:before="280" w:after="80"/>
      <w:outlineLvl w:val="2"/>
    </w:pPr>
    <w:rPr>
      <w:rFonts w:ascii="Century Gothic" w:hAnsi="Century Gothic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B0402"/>
    <w:pPr>
      <w:keepNext/>
      <w:keepLines/>
      <w:spacing w:before="40" w:after="0"/>
      <w:outlineLvl w:val="3"/>
    </w:pPr>
    <w:rPr>
      <w:rFonts w:ascii="Century Gothic" w:hAnsi="Century Gothic"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rsid w:val="001B0402"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  <w:rsid w:val="001B0402"/>
  </w:style>
  <w:style w:type="character" w:styleId="Heading1Char" w:customStyle="1">
    <w:name w:val="Heading 1 Char"/>
    <w:basedOn w:val="DefaultParagraphFont"/>
    <w:link w:val="Heading1"/>
    <w:uiPriority w:val="9"/>
    <w:rsid w:val="001B0402"/>
    <w:rPr>
      <w:rFonts w:ascii="Century Gothic" w:hAnsi="Century Gothic" w:eastAsia="Arial" w:cs="Arial"/>
      <w:b/>
      <w:sz w:val="44"/>
      <w:szCs w:val="44"/>
      <w:lang w:val="en" w:eastAsia="en-CA"/>
    </w:rPr>
  </w:style>
  <w:style w:type="character" w:styleId="Heading2Char" w:customStyle="1">
    <w:name w:val="Heading 2 Char"/>
    <w:basedOn w:val="DefaultParagraphFont"/>
    <w:link w:val="Heading2"/>
    <w:uiPriority w:val="9"/>
    <w:rsid w:val="001B0402"/>
    <w:rPr>
      <w:rFonts w:ascii="Century Gothic" w:hAnsi="Century Gothic" w:eastAsia="Arial" w:cs="Arial"/>
      <w:b/>
      <w:sz w:val="36"/>
      <w:szCs w:val="36"/>
      <w:lang w:val="en-CA" w:eastAsia="en-CA"/>
    </w:rPr>
  </w:style>
  <w:style w:type="character" w:styleId="Heading3Char" w:customStyle="1">
    <w:name w:val="Heading 3 Char"/>
    <w:basedOn w:val="DefaultParagraphFont"/>
    <w:link w:val="Heading3"/>
    <w:uiPriority w:val="9"/>
    <w:rsid w:val="001B0402"/>
    <w:rPr>
      <w:rFonts w:ascii="Century Gothic" w:hAnsi="Century Gothic" w:eastAsia="Calibri" w:cs="Calibri"/>
      <w:b/>
      <w:sz w:val="28"/>
      <w:szCs w:val="28"/>
      <w:lang w:eastAsia="en-CA"/>
    </w:rPr>
  </w:style>
  <w:style w:type="character" w:styleId="Heading4Char" w:customStyle="1">
    <w:name w:val="Heading 4 Char"/>
    <w:basedOn w:val="DefaultParagraphFont"/>
    <w:link w:val="Heading4"/>
    <w:uiPriority w:val="9"/>
    <w:rsid w:val="001B0402"/>
    <w:rPr>
      <w:rFonts w:ascii="Century Gothic" w:hAnsi="Century Gothic" w:eastAsiaTheme="majorEastAsia" w:cstheme="majorBidi"/>
      <w:iCs/>
      <w:sz w:val="22"/>
      <w:szCs w:val="22"/>
      <w:lang w:eastAsia="en-CA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sid w:val="001B0402"/>
    <w:rPr>
      <w:rFonts w:ascii="Century Gothic" w:hAnsi="Century Gothic" w:eastAsia="Arial" w:cs="Arial"/>
      <w:b/>
      <w:sz w:val="56"/>
      <w:szCs w:val="52"/>
      <w:lang w:val="en" w:eastAsia="en-CA"/>
    </w:rPr>
  </w:style>
  <w:style w:type="paragraph" w:styleId="Title">
    <w:name w:val="Title"/>
    <w:basedOn w:val="Normal"/>
    <w:next w:val="Normal"/>
    <w:link w:val="TitleChar"/>
    <w:uiPriority w:val="10"/>
    <w:qFormat/>
    <w:rsid w:val="001B0402"/>
    <w:pPr>
      <w:keepNext/>
      <w:keepLines/>
      <w:spacing w:after="60" w:line="276" w:lineRule="auto"/>
    </w:pPr>
    <w:rPr>
      <w:rFonts w:ascii="Century Gothic" w:hAnsi="Century Gothic" w:eastAsia="Arial" w:cs="Arial"/>
      <w:b/>
      <w:sz w:val="56"/>
      <w:szCs w:val="52"/>
      <w:lang w:val="en"/>
    </w:rPr>
  </w:style>
  <w:style w:type="character" w:styleId="SubtitleChar" w:customStyle="1">
    <w:name w:val="Subtitle Char"/>
    <w:basedOn w:val="DefaultParagraphFont"/>
    <w:link w:val="Subtitle"/>
    <w:uiPriority w:val="11"/>
    <w:rsid w:val="001B0402"/>
    <w:rPr>
      <w:rFonts w:ascii="Century Gothic" w:hAnsi="Century Gothic"/>
      <w:spacing w:val="15"/>
      <w:sz w:val="28"/>
      <w:szCs w:val="22"/>
      <w:lang w:eastAsia="en-CA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0402"/>
    <w:pPr>
      <w:numPr>
        <w:ilvl w:val="1"/>
      </w:numPr>
      <w:spacing w:after="120"/>
    </w:pPr>
    <w:rPr>
      <w:rFonts w:ascii="Century Gothic" w:hAnsi="Century Gothic" w:eastAsiaTheme="minorEastAsia" w:cstheme="minorBidi"/>
      <w:spacing w:val="15"/>
      <w:sz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1B04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3131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53131"/>
    <w:rPr>
      <w:rFonts w:ascii="Arial" w:hAnsi="Arial" w:eastAsia="Calibri" w:cs="Calibri"/>
      <w:sz w:val="22"/>
      <w:szCs w:val="22"/>
      <w:lang w:eastAsia="en-CA"/>
    </w:rPr>
  </w:style>
  <w:style w:type="paragraph" w:styleId="Footer">
    <w:name w:val="footer"/>
    <w:basedOn w:val="Normal"/>
    <w:link w:val="FooterChar"/>
    <w:uiPriority w:val="99"/>
    <w:unhideWhenUsed/>
    <w:rsid w:val="0015313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53131"/>
    <w:rPr>
      <w:rFonts w:ascii="Arial" w:hAnsi="Arial" w:eastAsia="Calibri" w:cs="Calibri"/>
      <w:sz w:val="22"/>
      <w:szCs w:val="22"/>
      <w:lang w:eastAsia="en-CA"/>
    </w:rPr>
  </w:style>
  <w:style w:type="character" w:styleId="FollowedHyperlink">
    <w:name w:val="FollowedHyperlink"/>
    <w:basedOn w:val="DefaultParagraphFont"/>
    <w:uiPriority w:val="99"/>
    <w:semiHidden/>
    <w:unhideWhenUsed/>
    <w:rsid w:val="00292165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4C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smhosmso.sharepoint.com/sites/SchoolMentalHealthOntario/Shared%20Documents/Communication%20and%20Technical%20Support%20(CAST)/!2024-2025%20Production%20work/HearNowON/Wave%202%20(Jan-Mar)/Communications%20package/bit.ly/HearNow-ON" TargetMode="External" Id="rId12" /><Relationship Type="http://schemas.openxmlformats.org/officeDocument/2006/relationships/hyperlink" Target="https://smhosmso.sharepoint.com/sites/SchoolMentalHealthOntario/Shared%20Documents/Communication%20and%20Technical%20Support%20(CAST)/!2024-2025%20Production%20work/HearNowON/Wave%202%20(Jan-Mar)/Communications%20package/bit.ly/HearNow-ON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https://smhosmso.sharepoint.com/sites/SchoolMentalHealthOntario/Shared%20Documents/Communication%20and%20Technical%20Support%20(CAST)/!2024-2025%20Production%20work/HearNowON/Wave%202%20(Jan-Mar)/Communications%20package/bit.ly/HearNow-ON" TargetMode="Externa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bit.ly/HearNow-ON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smhosmso.sharepoint.com/sites/SchoolMentalHealthOntario/Shared%20Documents/Communication%20and%20Technical%20Support%20(CAST)/!2024-2025%20Production%20work/HearNowON/Wave%202%20(Jan-Mar)/Communications%20package/bit.ly/HearNow-ON" TargetMode="External" Id="rId14" /><Relationship Type="http://schemas.openxmlformats.org/officeDocument/2006/relationships/hyperlink" Target="https://smhosmso.sharepoint.com/sites/SchoolMentalHealthOntario/Shared%20Documents/Communication%20and%20Technical%20Support%20(CAST)/!2024-2025%20Production%20work/HearNowON/Wave%202%20(Jan-Mar)/Communications%20package/bit.ly/HearNow-ON" TargetMode="External" Id="R22efedfc29554186" /><Relationship Type="http://schemas.openxmlformats.org/officeDocument/2006/relationships/hyperlink" Target="https://smhosmso.sharepoint.com/sites/SchoolMentalHealthOntario/Shared%20Documents/Communication%20and%20Technical%20Support%20(CAST)/!2024-2025%20Production%20work/HearNowON/Wave%202%20(Jan-Mar)/Communications%20package/bit.ly/HearNow-ON" TargetMode="External" Id="R7413d3e996554140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smho-smso.ca/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sh/Library/Group%20Containers/UBF8T346G9.Office/User%20Content.localized/Templates.localized/SMH-ON%20style%20settings%20for%20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A129D4CF93FD40B4303B32156186A5" ma:contentTypeVersion="24" ma:contentTypeDescription="Create a new document." ma:contentTypeScope="" ma:versionID="368cff9949c0aa123a6a81617735e04d">
  <xsd:schema xmlns:xsd="http://www.w3.org/2001/XMLSchema" xmlns:xs="http://www.w3.org/2001/XMLSchema" xmlns:p="http://schemas.microsoft.com/office/2006/metadata/properties" xmlns:ns2="a1c9f355-ecd3-4278-9438-8cd8c6e98a42" xmlns:ns3="46a5dd20-f0b3-4d61-834b-69fb9fff00eb" targetNamespace="http://schemas.microsoft.com/office/2006/metadata/properties" ma:root="true" ma:fieldsID="30aad0b10b246422dc76942c647f1321" ns2:_="" ns3:_="">
    <xsd:import namespace="a1c9f355-ecd3-4278-9438-8cd8c6e98a42"/>
    <xsd:import namespace="46a5dd20-f0b3-4d61-834b-69fb9fff00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Priority" minOccurs="0"/>
                <xsd:element ref="ns2:MediaLengthInSeconds" minOccurs="0"/>
                <xsd:element ref="ns2:Thumbnail" minOccurs="0"/>
                <xsd:element ref="ns2:Image" minOccurs="0"/>
                <xsd:element ref="ns2:thumbn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9f355-ecd3-4278-9438-8cd8c6e98a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Priority" ma:index="22" nillable="true" ma:displayName="Priority" ma:format="Dropdown" ma:internalName="Priority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Thumbnail" ma:index="24" nillable="true" ma:displayName="Thumbnail" ma:format="Thumbnail" ma:internalName="Thumbnail">
      <xsd:simpleType>
        <xsd:restriction base="dms:Unknown"/>
      </xsd:simpleType>
    </xsd:element>
    <xsd:element name="Image" ma:index="25" nillable="true" ma:displayName="Image" ma:format="Thumbnail" ma:internalName="Image">
      <xsd:simpleType>
        <xsd:restriction base="dms:Unknown"/>
      </xsd:simpleType>
    </xsd:element>
    <xsd:element name="thumbnails" ma:index="26" nillable="true" ma:displayName="thumbnails" ma:internalName="thumbnails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ee09c4f2-25f2-413f-84f7-6952626b5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ags" ma:index="32" nillable="true" ma:displayName="Tags" ma:format="Dropdown" ma:internalName="Tag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inal"/>
                    <xsd:enumeration value="HearNowON2024"/>
                    <xsd:enumeration value="ThriveSMH"/>
                    <xsd:enumeration value="Ready for production"/>
                    <xsd:enumeration value="In production"/>
                    <xsd:enumeration value="Being drafted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5dd20-f0b3-4d61-834b-69fb9fff00e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9" nillable="true" ma:displayName="Taxonomy Catch All Column" ma:hidden="true" ma:list="{4843a7ca-e0a5-46f1-9d85-5afda220eee2}" ma:internalName="TaxCatchAll" ma:showField="CatchAllData" ma:web="46a5dd20-f0b3-4d61-834b-69fb9fff00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6a5dd20-f0b3-4d61-834b-69fb9fff00eb">2MMV42CKC3FZ-1937131458-88271</_dlc_DocId>
    <_dlc_DocIdUrl xmlns="46a5dd20-f0b3-4d61-834b-69fb9fff00eb">
      <Url>https://smhosmso.sharepoint.com/sites/SchoolMentalHealthOntario/_layouts/15/DocIdRedir.aspx?ID=2MMV42CKC3FZ-1937131458-88271</Url>
      <Description>2MMV42CKC3FZ-1937131458-88271</Description>
    </_dlc_DocIdUrl>
    <lcf76f155ced4ddcb4097134ff3c332f xmlns="a1c9f355-ecd3-4278-9438-8cd8c6e98a42">
      <Terms xmlns="http://schemas.microsoft.com/office/infopath/2007/PartnerControls"/>
    </lcf76f155ced4ddcb4097134ff3c332f>
    <Thumbnail xmlns="a1c9f355-ecd3-4278-9438-8cd8c6e98a42" xsi:nil="true"/>
    <thumbnails xmlns="a1c9f355-ecd3-4278-9438-8cd8c6e98a42" xsi:nil="true"/>
    <Priority xmlns="a1c9f355-ecd3-4278-9438-8cd8c6e98a42" xsi:nil="true"/>
    <Tags xmlns="a1c9f355-ecd3-4278-9438-8cd8c6e98a42" xsi:nil="true"/>
    <TaxCatchAll xmlns="46a5dd20-f0b3-4d61-834b-69fb9fff00eb" xsi:nil="true"/>
    <Image xmlns="a1c9f355-ecd3-4278-9438-8cd8c6e98a42" xsi:nil="true"/>
  </documentManagement>
</p:properties>
</file>

<file path=customXml/itemProps1.xml><?xml version="1.0" encoding="utf-8"?>
<ds:datastoreItem xmlns:ds="http://schemas.openxmlformats.org/officeDocument/2006/customXml" ds:itemID="{4A0B780B-ED4A-40C9-893A-A2B707073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c9f355-ecd3-4278-9438-8cd8c6e98a42"/>
    <ds:schemaRef ds:uri="46a5dd20-f0b3-4d61-834b-69fb9fff0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B8D981-BDBF-4D43-AB2A-4253EEB96E1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B6F859D-510C-4E4B-B442-6AD568A72D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5A591C-44F5-439D-93C2-26AD6446F682}">
  <ds:schemaRefs>
    <ds:schemaRef ds:uri="46a5dd20-f0b3-4d61-834b-69fb9fff00eb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a1c9f355-ecd3-4278-9438-8cd8c6e98a42"/>
    <ds:schemaRef ds:uri="http://purl.org/dc/elements/1.1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SMH-ON style settings for Word.dotx</ap:Template>
  <ap:Application>Microsoft Word for the web</ap:Application>
  <ap:DocSecurity>2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Ashley An</dc:creator>
  <keywords/>
  <dc:description/>
  <lastModifiedBy>Joyce Erogun</lastModifiedBy>
  <revision>27</revision>
  <dcterms:created xsi:type="dcterms:W3CDTF">2025-01-15T18:02:00.0000000Z</dcterms:created>
  <dcterms:modified xsi:type="dcterms:W3CDTF">2025-01-15T20:43:48.7867931Z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0x010100CCA129D4CF93FD40B4303B32156186A5</vt:lpwstr>
  </property>
  <property fmtid="{D5CDD505-2E9C-101B-9397-08002B2CF9AE}" pid="3" name="_dlc_DocIdItemGuid">
    <vt:lpwstr>fee20b29-cfb5-4424-9dd8-11461511bd2a</vt:lpwstr>
  </property>
  <property fmtid="{D5CDD505-2E9C-101B-9397-08002B2CF9AE}" pid="4" name="MediaServiceImageTags">
    <vt:lpwstr/>
  </property>
</Properties>
</file>