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4573A3" w:rsidR="26E2F29D" w:rsidP="00D93429" w:rsidRDefault="00444E02" w14:paraId="769E5EAC" w14:textId="6BB6C55F">
      <w:pPr>
        <w:pStyle w:val="Heading1"/>
        <w:spacing w:before="0"/>
        <w:rPr>
          <w:color w:val="40008D"/>
          <w:lang w:val="fr-CA"/>
        </w:rPr>
      </w:pPr>
      <w:r w:rsidRPr="004573A3">
        <w:rPr>
          <w:color w:val="40008D"/>
          <w:lang w:val="fr-CA"/>
        </w:rPr>
        <w:t>#ONecoute</w:t>
      </w:r>
      <w:r w:rsidRPr="004573A3" w:rsidR="6CB94E2B">
        <w:rPr>
          <w:color w:val="40008D"/>
          <w:lang w:val="fr-CA"/>
        </w:rPr>
        <w:t xml:space="preserve"> </w:t>
      </w:r>
      <w:r w:rsidRPr="004573A3" w:rsidR="0097707C">
        <w:rPr>
          <w:color w:val="40008D"/>
          <w:lang w:val="fr-CA"/>
        </w:rPr>
        <w:t>– Messages à partager</w:t>
      </w:r>
    </w:p>
    <w:p w:rsidRPr="004573A3" w:rsidR="004E39E8" w:rsidP="004E39E8" w:rsidRDefault="00F50296" w14:paraId="0ED029A0" w14:textId="75F0DC0F">
      <w:pPr>
        <w:pStyle w:val="Heading4"/>
        <w:spacing w:after="240"/>
        <w:rPr>
          <w:color w:val="007FAD"/>
          <w:lang w:val="fr-CA"/>
        </w:rPr>
      </w:pPr>
      <w:r w:rsidRPr="699F6470" w:rsidR="74CFE168">
        <w:rPr>
          <w:color w:val="007FAD"/>
          <w:lang w:val="fr-CA"/>
        </w:rPr>
        <w:t>Messages généraux</w:t>
      </w:r>
    </w:p>
    <w:p w:rsidRPr="004573A3" w:rsidR="0042769C" w:rsidP="0042769C" w:rsidRDefault="00A23B61" w14:paraId="1A24F93E" w14:textId="0A98BCAC">
      <w:pPr>
        <w:pStyle w:val="ListParagraph"/>
        <w:numPr>
          <w:ilvl w:val="0"/>
          <w:numId w:val="2"/>
        </w:numPr>
        <w:rPr>
          <w:lang w:val="fr-CA"/>
        </w:rPr>
      </w:pPr>
      <w:r w:rsidRPr="004573A3">
        <w:rPr>
          <w:lang w:val="fr-CA"/>
        </w:rPr>
        <w:t xml:space="preserve">Le saviez-vous? Les élèves ontariens de la 7e à la 12e année ont une occasion passionnante de façonner l’avenir de la santé mentale en milieu scolaire grâce à #ONecoute! Veuillez partager cette opportunité avec vos réseaux : </w:t>
      </w:r>
      <w:hyperlink w:history="1" r:id="rId11">
        <w:r w:rsidRPr="004573A3" w:rsidR="0042769C">
          <w:rPr>
            <w:rStyle w:val="Hyperlink"/>
            <w:lang w:val="fr-CA"/>
          </w:rPr>
          <w:t>bit.ly/ON-</w:t>
        </w:r>
        <w:proofErr w:type="spellStart"/>
        <w:r w:rsidRPr="004573A3" w:rsidR="0042769C">
          <w:rPr>
            <w:rStyle w:val="Hyperlink"/>
            <w:lang w:val="fr-CA"/>
          </w:rPr>
          <w:t>ecoute</w:t>
        </w:r>
        <w:proofErr w:type="spellEnd"/>
      </w:hyperlink>
    </w:p>
    <w:p w:rsidRPr="004573A3" w:rsidR="00A23B61" w:rsidP="00A23B61" w:rsidRDefault="00A23B61" w14:paraId="6DE3AF56" w14:textId="1F7AA672">
      <w:pPr>
        <w:pStyle w:val="ListParagraph"/>
        <w:numPr>
          <w:ilvl w:val="0"/>
          <w:numId w:val="2"/>
        </w:numPr>
        <w:rPr>
          <w:lang w:val="fr-CA"/>
        </w:rPr>
      </w:pPr>
      <w:r w:rsidRPr="004573A3">
        <w:rPr>
          <w:lang w:val="fr-CA"/>
        </w:rPr>
        <w:t xml:space="preserve">Connaissez-vous des élèves ontariens de la 7e à la 12e année? Donnez aux élèves les moyens de partager leurs points de vue sur la santé mentale à l’école grâce à #OnEcoute! Pour en savoir plus : </w:t>
      </w:r>
      <w:hyperlink w:history="1" r:id="rId12">
        <w:r w:rsidRPr="004573A3" w:rsidR="0042769C">
          <w:rPr>
            <w:rStyle w:val="Hyperlink"/>
            <w:lang w:val="fr-CA"/>
          </w:rPr>
          <w:t>bit.ly/ON-</w:t>
        </w:r>
        <w:proofErr w:type="spellStart"/>
        <w:r w:rsidRPr="004573A3" w:rsidR="0042769C">
          <w:rPr>
            <w:rStyle w:val="Hyperlink"/>
            <w:lang w:val="fr-CA"/>
          </w:rPr>
          <w:t>ecoute</w:t>
        </w:r>
        <w:proofErr w:type="spellEnd"/>
      </w:hyperlink>
    </w:p>
    <w:p w:rsidRPr="004573A3" w:rsidR="004E39E8" w:rsidP="00A23B61" w:rsidRDefault="00A23B61" w14:paraId="6A8EFCF3" w14:textId="001A8887">
      <w:pPr>
        <w:pStyle w:val="ListParagraph"/>
        <w:numPr>
          <w:ilvl w:val="0"/>
          <w:numId w:val="2"/>
        </w:numPr>
        <w:rPr>
          <w:lang w:val="fr-CA"/>
        </w:rPr>
      </w:pPr>
      <w:r w:rsidRPr="004573A3">
        <w:rPr>
          <w:lang w:val="fr-CA"/>
        </w:rPr>
        <w:t xml:space="preserve">Les élèves jouent un rôle clé dans l’élaboration des programmes d’apprentissage et de formation en matière de santé mentale dans les écoles –faisons en sorte que leur voix soit </w:t>
      </w:r>
      <w:proofErr w:type="spellStart"/>
      <w:r w:rsidRPr="004573A3">
        <w:rPr>
          <w:lang w:val="fr-CA"/>
        </w:rPr>
        <w:t>entendue.Partagez</w:t>
      </w:r>
      <w:proofErr w:type="spellEnd"/>
      <w:r w:rsidRPr="004573A3">
        <w:rPr>
          <w:lang w:val="fr-CA"/>
        </w:rPr>
        <w:t xml:space="preserve"> #ONecoute dès aujourd’hui : </w:t>
      </w:r>
      <w:hyperlink w:history="1" r:id="rId13">
        <w:r w:rsidRPr="004573A3" w:rsidR="0042769C">
          <w:rPr>
            <w:rStyle w:val="Hyperlink"/>
            <w:lang w:val="fr-CA"/>
          </w:rPr>
          <w:t>bit.ly/ON-</w:t>
        </w:r>
        <w:proofErr w:type="spellStart"/>
        <w:r w:rsidRPr="004573A3" w:rsidR="0042769C">
          <w:rPr>
            <w:rStyle w:val="Hyperlink"/>
            <w:lang w:val="fr-CA"/>
          </w:rPr>
          <w:t>ecoute</w:t>
        </w:r>
        <w:proofErr w:type="spellEnd"/>
      </w:hyperlink>
    </w:p>
    <w:p w:rsidRPr="004573A3" w:rsidR="004E39E8" w:rsidP="004E39E8" w:rsidRDefault="004E39E8" w14:paraId="0A8AE9BF" w14:textId="77777777">
      <w:pPr>
        <w:rPr>
          <w:lang w:val="fr-CA"/>
        </w:rPr>
      </w:pPr>
    </w:p>
    <w:p w:rsidRPr="004573A3" w:rsidR="004E39E8" w:rsidP="004E39E8" w:rsidRDefault="00A23B61" w14:paraId="0E35F458" w14:textId="233DAB9A">
      <w:pPr>
        <w:pStyle w:val="Heading4"/>
        <w:spacing w:after="240"/>
        <w:rPr>
          <w:color w:val="007FAD"/>
          <w:lang w:val="fr-CA"/>
        </w:rPr>
      </w:pPr>
      <w:r w:rsidRPr="004573A3">
        <w:rPr>
          <w:color w:val="007FAD"/>
          <w:lang w:val="fr-CA"/>
        </w:rPr>
        <w:t xml:space="preserve">Messages </w:t>
      </w:r>
      <w:r w:rsidR="0073416A">
        <w:rPr>
          <w:color w:val="007FAD"/>
          <w:lang w:val="fr-CA"/>
        </w:rPr>
        <w:t>pour les</w:t>
      </w:r>
      <w:r w:rsidRPr="004573A3">
        <w:rPr>
          <w:color w:val="007FAD"/>
          <w:lang w:val="fr-CA"/>
        </w:rPr>
        <w:t xml:space="preserve"> élèves</w:t>
      </w:r>
    </w:p>
    <w:p w:rsidRPr="004573A3" w:rsidR="0042769C" w:rsidP="0042769C" w:rsidRDefault="0042769C" w14:paraId="7FC991E1" w14:textId="0BA7E18D">
      <w:pPr>
        <w:pStyle w:val="ListParagraph"/>
        <w:numPr>
          <w:ilvl w:val="0"/>
          <w:numId w:val="3"/>
        </w:numPr>
        <w:rPr>
          <w:lang w:val="fr-CA"/>
        </w:rPr>
      </w:pPr>
      <w:r w:rsidRPr="004573A3">
        <w:rPr>
          <w:lang w:val="fr-CA"/>
        </w:rPr>
        <w:t>Es-tu un élève de la 7e à la 12e année en Ontario? Tu as une occasion passionnante de façonner l’avenir de la santé mentale à l’école grâce à l’initiative #ONecoute!</w:t>
      </w:r>
      <w:r w:rsidRPr="004573A3">
        <w:rPr>
          <w:lang w:val="fr-CA"/>
        </w:rPr>
        <w:t xml:space="preserve"> </w:t>
      </w:r>
      <w:r w:rsidRPr="004573A3">
        <w:rPr>
          <w:lang w:val="fr-CA"/>
        </w:rPr>
        <w:t xml:space="preserve">Consulte le site : </w:t>
      </w:r>
      <w:hyperlink w:history="1" r:id="rId14">
        <w:r w:rsidRPr="004573A3" w:rsidR="004573A3">
          <w:rPr>
            <w:rStyle w:val="Hyperlink"/>
            <w:lang w:val="fr-CA"/>
          </w:rPr>
          <w:t>bit.ly/ON-</w:t>
        </w:r>
        <w:proofErr w:type="spellStart"/>
        <w:r w:rsidRPr="004573A3" w:rsidR="004573A3">
          <w:rPr>
            <w:rStyle w:val="Hyperlink"/>
            <w:lang w:val="fr-CA"/>
          </w:rPr>
          <w:t>ecoute</w:t>
        </w:r>
        <w:proofErr w:type="spellEnd"/>
      </w:hyperlink>
    </w:p>
    <w:p w:rsidRPr="004573A3" w:rsidR="004573A3" w:rsidP="004573A3" w:rsidRDefault="004573A3" w14:paraId="6C4804DD" w14:textId="6C64EAFC">
      <w:pPr>
        <w:pStyle w:val="ListParagraph"/>
        <w:numPr>
          <w:ilvl w:val="0"/>
          <w:numId w:val="3"/>
        </w:numPr>
        <w:rPr>
          <w:lang w:val="fr-CA"/>
        </w:rPr>
      </w:pPr>
      <w:r w:rsidRPr="004573A3">
        <w:rPr>
          <w:lang w:val="fr-CA"/>
        </w:rPr>
        <w:t>Tu veux contribuer à façonner l’avenir de la santé mentale dans les écoles? Si tu es un élève ontarien de la 7e à la 12e année, #ONecoute est l’occasion de faire entendre ta voix.</w:t>
      </w:r>
      <w:r w:rsidRPr="004573A3">
        <w:rPr>
          <w:lang w:val="fr-CA"/>
        </w:rPr>
        <w:t xml:space="preserve"> </w:t>
      </w:r>
      <w:r w:rsidRPr="004573A3">
        <w:rPr>
          <w:lang w:val="fr-CA"/>
        </w:rPr>
        <w:t xml:space="preserve">Pour en savoir plus : </w:t>
      </w:r>
      <w:hyperlink w:history="1" r:id="rId15">
        <w:r w:rsidRPr="004573A3">
          <w:rPr>
            <w:rStyle w:val="Hyperlink"/>
            <w:lang w:val="fr-CA"/>
          </w:rPr>
          <w:t>bit.ly/ON-</w:t>
        </w:r>
        <w:proofErr w:type="spellStart"/>
        <w:r w:rsidRPr="004573A3">
          <w:rPr>
            <w:rStyle w:val="Hyperlink"/>
            <w:lang w:val="fr-CA"/>
          </w:rPr>
          <w:t>ecoute</w:t>
        </w:r>
        <w:proofErr w:type="spellEnd"/>
      </w:hyperlink>
    </w:p>
    <w:p w:rsidRPr="004573A3" w:rsidR="004E39E8" w:rsidP="004573A3" w:rsidRDefault="004573A3" w14:paraId="53040163" w14:textId="3D3C5839">
      <w:pPr>
        <w:pStyle w:val="ListParagraph"/>
        <w:numPr>
          <w:ilvl w:val="0"/>
          <w:numId w:val="3"/>
        </w:numPr>
        <w:rPr>
          <w:lang w:val="fr-CA"/>
        </w:rPr>
      </w:pPr>
      <w:r w:rsidRPr="004573A3">
        <w:rPr>
          <w:lang w:val="fr-CA"/>
        </w:rPr>
        <w:t xml:space="preserve">Ta voix compte! Les élèves comme toi peuvent contribuer à façonner l’apprentissage de la santé mentale dans les écoles grâce à #ONecoute. Participe au changement : </w:t>
      </w:r>
      <w:hyperlink w:history="1" r:id="rId16">
        <w:r w:rsidRPr="004573A3">
          <w:rPr>
            <w:rStyle w:val="Hyperlink"/>
            <w:lang w:val="fr-CA"/>
          </w:rPr>
          <w:t>bit.ly/ON-</w:t>
        </w:r>
        <w:proofErr w:type="spellStart"/>
        <w:r w:rsidRPr="004573A3">
          <w:rPr>
            <w:rStyle w:val="Hyperlink"/>
            <w:lang w:val="fr-CA"/>
          </w:rPr>
          <w:t>ecoute</w:t>
        </w:r>
        <w:proofErr w:type="spellEnd"/>
      </w:hyperlink>
    </w:p>
    <w:p w:rsidRPr="004573A3" w:rsidR="00940D4D" w:rsidP="004573A3" w:rsidRDefault="004573A3" w14:paraId="4F48787E" w14:textId="128A83D0">
      <w:pPr>
        <w:pStyle w:val="ListParagraph"/>
        <w:numPr>
          <w:ilvl w:val="0"/>
          <w:numId w:val="3"/>
        </w:numPr>
        <w:rPr>
          <w:lang w:val="fr-CA"/>
        </w:rPr>
      </w:pPr>
      <w:r w:rsidRPr="004573A3">
        <w:rPr>
          <w:lang w:val="fr-CA"/>
        </w:rPr>
        <w:t>La santé mentale t’intéresse? C’est l’occasion pour toi de contribuer à l’élaboration des ressources en matière de santé mentale et de bien-être dans les écoles! Participe à #ONecoute et partage ta voix par le biais de groupes de discussion virtuels et d’un sondage en ligne.</w:t>
      </w:r>
      <w:r w:rsidRPr="004573A3">
        <w:rPr>
          <w:lang w:val="fr-CA"/>
        </w:rPr>
        <w:t xml:space="preserve"> </w:t>
      </w:r>
      <w:r w:rsidRPr="004573A3">
        <w:rPr>
          <w:lang w:val="fr-CA"/>
        </w:rPr>
        <w:t xml:space="preserve">Pour en savoir plus : </w:t>
      </w:r>
      <w:hyperlink w:history="1" r:id="rId17">
        <w:r w:rsidRPr="004573A3">
          <w:rPr>
            <w:rStyle w:val="Hyperlink"/>
            <w:lang w:val="fr-CA"/>
          </w:rPr>
          <w:t>bit.ly/ON-</w:t>
        </w:r>
        <w:proofErr w:type="spellStart"/>
        <w:r w:rsidRPr="004573A3">
          <w:rPr>
            <w:rStyle w:val="Hyperlink"/>
            <w:lang w:val="fr-CA"/>
          </w:rPr>
          <w:t>ecoute</w:t>
        </w:r>
        <w:proofErr w:type="spellEnd"/>
      </w:hyperlink>
    </w:p>
    <w:sectPr w:rsidRPr="004573A3" w:rsidR="00940D4D">
      <w:footerReference w:type="default" r:id="rId18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53131" w:rsidP="00153131" w:rsidRDefault="00153131" w14:paraId="6D61C88F" w14:textId="77777777">
      <w:pPr>
        <w:spacing w:after="0" w:line="240" w:lineRule="auto"/>
      </w:pPr>
      <w:r>
        <w:separator/>
      </w:r>
    </w:p>
  </w:endnote>
  <w:endnote w:type="continuationSeparator" w:id="0">
    <w:p w:rsidR="00153131" w:rsidP="00153131" w:rsidRDefault="00153131" w14:paraId="0728FDA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oppins SemiBold">
    <w:panose1 w:val="00000700000000000000"/>
    <w:charset w:val="4D"/>
    <w:family w:val="auto"/>
    <w:pitch w:val="variable"/>
    <w:sig w:usb0="00008007" w:usb1="00000000" w:usb2="00000000" w:usb3="00000000" w:csb0="00000093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dec="http://schemas.microsoft.com/office/drawing/2017/decorative" xmlns:pic="http://schemas.openxmlformats.org/drawingml/2006/picture" xmlns:a14="http://schemas.microsoft.com/office/drawing/2010/main" mc:Ignorable="w14 w15 w16se w16cid w16 w16cex w16sdtdh w16sdtfl w16du wp14">
  <w:p w:rsidRPr="004D314C" w:rsidR="00153131" w:rsidRDefault="0069050C" w14:paraId="3578F627" w14:textId="79DC7104">
    <w:pPr>
      <w:pStyle w:val="Footer"/>
      <w:rPr>
        <w:rFonts w:ascii="Poppins SemiBold" w:hAnsi="Poppins SemiBold" w:cs="Poppins SemiBold"/>
        <w:b/>
        <w:bCs/>
        <w:color w:val="40008D"/>
      </w:rPr>
    </w:pPr>
    <w:r>
      <w:rPr>
        <w:rFonts w:ascii="Times New Roman" w:hAnsi="Times New Roman" w:eastAsia="Times New Roman" w:cs="Times New Roman"/>
        <w:noProof/>
        <w:sz w:val="24"/>
        <w:szCs w:val="24"/>
        <w:lang w:val="en-CA" w:eastAsia="ko-K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2E48058" wp14:editId="431CA202">
              <wp:simplePos x="0" y="0"/>
              <wp:positionH relativeFrom="column">
                <wp:posOffset>0</wp:posOffset>
              </wp:positionH>
              <wp:positionV relativeFrom="paragraph">
                <wp:posOffset>-263888</wp:posOffset>
              </wp:positionV>
              <wp:extent cx="5947954" cy="0"/>
              <wp:effectExtent l="0" t="0" r="8890" b="12700"/>
              <wp:wrapNone/>
              <wp:docPr id="188856403" name="Straight Connector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795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2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alt="&quot;&quot;" o:spid="_x0000_s1026" strokecolor="black [3200]" strokeweight=".5pt" from="0,-20.8pt" to="468.35pt,-20.8pt" w14:anchorId="43326F9A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">
              <v:stroke joinstyle="miter"/>
            </v:line>
          </w:pict>
        </mc:Fallback>
      </mc:AlternateContent>
    </w:r>
    <w:r w:rsidRPr="00DB5DCB" w:rsidR="00153131">
      <w:rPr>
        <w:rFonts w:ascii="Times New Roman" w:hAnsi="Times New Roman" w:eastAsia="Times New Roman" w:cs="Times New Roman"/>
        <w:noProof/>
        <w:sz w:val="24"/>
        <w:szCs w:val="24"/>
        <w:lang w:val="en-CA" w:eastAsia="ko-KR"/>
      </w:rPr>
      <w:drawing>
        <wp:anchor distT="0" distB="0" distL="114300" distR="114300" simplePos="0" relativeHeight="251659264" behindDoc="1" locked="0" layoutInCell="1" allowOverlap="1" wp14:anchorId="035503B3" wp14:editId="0A360B03">
          <wp:simplePos x="0" y="0"/>
          <wp:positionH relativeFrom="column">
            <wp:posOffset>0</wp:posOffset>
          </wp:positionH>
          <wp:positionV relativeFrom="paragraph">
            <wp:posOffset>-260894</wp:posOffset>
          </wp:positionV>
          <wp:extent cx="2527300" cy="543261"/>
          <wp:effectExtent l="0" t="0" r="0" b="0"/>
          <wp:wrapNone/>
          <wp:docPr id="1448373300" name="Picture 1" descr="Logo : School Mental Health Ontario / Santé mentale en milieu scolaire Ontar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: School Mental Health Ontario / Santé mentale en milieu scolaire Ontari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7300" cy="5432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53131">
      <w:ptab w:alignment="center" w:relativeTo="margin" w:leader="none"/>
    </w:r>
    <w:r w:rsidR="00153131">
      <w:ptab w:alignment="right" w:relativeTo="margin" w:leader="none"/>
    </w:r>
    <w:hyperlink w:history="1" r:id="rId2">
      <w:r w:rsidRPr="00FA4C39" w:rsidR="00292165">
        <w:rPr>
          <w:rStyle w:val="Hyperlink"/>
          <w:rFonts w:ascii="Poppins SemiBold" w:hAnsi="Poppins SemiBold" w:cs="Poppins SemiBold"/>
          <w:b/>
          <w:bCs/>
          <w:color w:val="40008D"/>
          <w:u w:val="none"/>
        </w:rPr>
        <w:t>www.smho-smso.ca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53131" w:rsidP="00153131" w:rsidRDefault="00153131" w14:paraId="24320C96" w14:textId="77777777">
      <w:pPr>
        <w:spacing w:after="0" w:line="240" w:lineRule="auto"/>
      </w:pPr>
      <w:r>
        <w:separator/>
      </w:r>
    </w:p>
  </w:footnote>
  <w:footnote w:type="continuationSeparator" w:id="0">
    <w:p w:rsidR="00153131" w:rsidP="00153131" w:rsidRDefault="00153131" w14:paraId="1A0FEE43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7F21AF"/>
    <w:multiLevelType w:val="hybridMultilevel"/>
    <w:tmpl w:val="E84C6D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7A7603"/>
    <w:multiLevelType w:val="hybridMultilevel"/>
    <w:tmpl w:val="147086C4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51F03377"/>
    <w:multiLevelType w:val="hybridMultilevel"/>
    <w:tmpl w:val="491E8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5590520">
    <w:abstractNumId w:val="1"/>
  </w:num>
  <w:num w:numId="2" w16cid:durableId="850726895">
    <w:abstractNumId w:val="0"/>
  </w:num>
  <w:num w:numId="3" w16cid:durableId="8205795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21"/>
  <w:attachedTemplate r:id="rId1"/>
  <w:linkStyles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0C325E3"/>
    <w:rsid w:val="000269C7"/>
    <w:rsid w:val="00035BAC"/>
    <w:rsid w:val="00093F79"/>
    <w:rsid w:val="000A0436"/>
    <w:rsid w:val="000E2EB8"/>
    <w:rsid w:val="00140F0E"/>
    <w:rsid w:val="00145E11"/>
    <w:rsid w:val="00153131"/>
    <w:rsid w:val="0017215C"/>
    <w:rsid w:val="00287CF2"/>
    <w:rsid w:val="00292165"/>
    <w:rsid w:val="00344650"/>
    <w:rsid w:val="00356C8E"/>
    <w:rsid w:val="003A19FB"/>
    <w:rsid w:val="00403515"/>
    <w:rsid w:val="00423820"/>
    <w:rsid w:val="0042769C"/>
    <w:rsid w:val="00444E02"/>
    <w:rsid w:val="004573A3"/>
    <w:rsid w:val="004A0711"/>
    <w:rsid w:val="004D314C"/>
    <w:rsid w:val="004E39E8"/>
    <w:rsid w:val="00575A68"/>
    <w:rsid w:val="005836FE"/>
    <w:rsid w:val="005D482E"/>
    <w:rsid w:val="0069050C"/>
    <w:rsid w:val="006A5CF6"/>
    <w:rsid w:val="006B0332"/>
    <w:rsid w:val="0073416A"/>
    <w:rsid w:val="007A7020"/>
    <w:rsid w:val="00894AF8"/>
    <w:rsid w:val="00917CE4"/>
    <w:rsid w:val="00940D4D"/>
    <w:rsid w:val="0097707C"/>
    <w:rsid w:val="009D630E"/>
    <w:rsid w:val="00A1330C"/>
    <w:rsid w:val="00A23B61"/>
    <w:rsid w:val="00AB52C9"/>
    <w:rsid w:val="00AF18C6"/>
    <w:rsid w:val="00B55619"/>
    <w:rsid w:val="00B67F6D"/>
    <w:rsid w:val="00BC1B34"/>
    <w:rsid w:val="00C16508"/>
    <w:rsid w:val="00C256B7"/>
    <w:rsid w:val="00C5269C"/>
    <w:rsid w:val="00CA0651"/>
    <w:rsid w:val="00D038BD"/>
    <w:rsid w:val="00D210F5"/>
    <w:rsid w:val="00D505A2"/>
    <w:rsid w:val="00D93429"/>
    <w:rsid w:val="00DC262C"/>
    <w:rsid w:val="00DD4D93"/>
    <w:rsid w:val="00E44C57"/>
    <w:rsid w:val="00EB415C"/>
    <w:rsid w:val="00F50296"/>
    <w:rsid w:val="00FA4C39"/>
    <w:rsid w:val="00FE32E2"/>
    <w:rsid w:val="018DA455"/>
    <w:rsid w:val="02F69C79"/>
    <w:rsid w:val="03873C64"/>
    <w:rsid w:val="03EC917C"/>
    <w:rsid w:val="055A8059"/>
    <w:rsid w:val="05DC3568"/>
    <w:rsid w:val="08827303"/>
    <w:rsid w:val="0A3FCEC1"/>
    <w:rsid w:val="0C3853C2"/>
    <w:rsid w:val="0FDE1DAD"/>
    <w:rsid w:val="101A6AE5"/>
    <w:rsid w:val="10ABB6D6"/>
    <w:rsid w:val="12A2807F"/>
    <w:rsid w:val="15DF82CC"/>
    <w:rsid w:val="1646E51B"/>
    <w:rsid w:val="168CC358"/>
    <w:rsid w:val="16BB9C6F"/>
    <w:rsid w:val="19B2CC4B"/>
    <w:rsid w:val="1AFF2DD9"/>
    <w:rsid w:val="1C4FC393"/>
    <w:rsid w:val="1D8089FB"/>
    <w:rsid w:val="1F302C0E"/>
    <w:rsid w:val="1FAD9386"/>
    <w:rsid w:val="20C325E3"/>
    <w:rsid w:val="225AB0DA"/>
    <w:rsid w:val="241049EE"/>
    <w:rsid w:val="25A74A05"/>
    <w:rsid w:val="25FAE32C"/>
    <w:rsid w:val="2664F429"/>
    <w:rsid w:val="26E2F29D"/>
    <w:rsid w:val="2745873D"/>
    <w:rsid w:val="299C5549"/>
    <w:rsid w:val="29BEC2F3"/>
    <w:rsid w:val="2B4FDD4F"/>
    <w:rsid w:val="2BE75EC0"/>
    <w:rsid w:val="2CB46DEA"/>
    <w:rsid w:val="2D0E4853"/>
    <w:rsid w:val="2F34A7F8"/>
    <w:rsid w:val="302F3E89"/>
    <w:rsid w:val="306A302E"/>
    <w:rsid w:val="314078AF"/>
    <w:rsid w:val="31B34F1A"/>
    <w:rsid w:val="32591219"/>
    <w:rsid w:val="334F5F34"/>
    <w:rsid w:val="33F220A1"/>
    <w:rsid w:val="362CE595"/>
    <w:rsid w:val="38072663"/>
    <w:rsid w:val="39827940"/>
    <w:rsid w:val="3A03FF59"/>
    <w:rsid w:val="3BF4ECAB"/>
    <w:rsid w:val="3C5E827A"/>
    <w:rsid w:val="3D47589E"/>
    <w:rsid w:val="3D8A16EB"/>
    <w:rsid w:val="3D9BA4E1"/>
    <w:rsid w:val="40816D7B"/>
    <w:rsid w:val="41A51B50"/>
    <w:rsid w:val="46CB4CBC"/>
    <w:rsid w:val="4785CF2C"/>
    <w:rsid w:val="47C0D3D3"/>
    <w:rsid w:val="47C11F37"/>
    <w:rsid w:val="4818F936"/>
    <w:rsid w:val="49DAF3D2"/>
    <w:rsid w:val="4A1C4664"/>
    <w:rsid w:val="4B510354"/>
    <w:rsid w:val="4C0D6F67"/>
    <w:rsid w:val="4DA988D7"/>
    <w:rsid w:val="514DE43E"/>
    <w:rsid w:val="52D34A61"/>
    <w:rsid w:val="52FE69A1"/>
    <w:rsid w:val="532C6F72"/>
    <w:rsid w:val="5334F3EF"/>
    <w:rsid w:val="576BF7D6"/>
    <w:rsid w:val="57A25550"/>
    <w:rsid w:val="58CD574F"/>
    <w:rsid w:val="58DAC3A8"/>
    <w:rsid w:val="59E21398"/>
    <w:rsid w:val="5AF4307B"/>
    <w:rsid w:val="5B47D29E"/>
    <w:rsid w:val="5CA89DAD"/>
    <w:rsid w:val="5CC3444D"/>
    <w:rsid w:val="5E8D3355"/>
    <w:rsid w:val="61D2EDBF"/>
    <w:rsid w:val="62A4D574"/>
    <w:rsid w:val="632A10C5"/>
    <w:rsid w:val="6521398F"/>
    <w:rsid w:val="6639F9E8"/>
    <w:rsid w:val="663EC81B"/>
    <w:rsid w:val="67BFF49D"/>
    <w:rsid w:val="69647584"/>
    <w:rsid w:val="699F6470"/>
    <w:rsid w:val="69EC2FAF"/>
    <w:rsid w:val="6CB94E2B"/>
    <w:rsid w:val="6CE8713E"/>
    <w:rsid w:val="6EBF2BBB"/>
    <w:rsid w:val="7194EBF7"/>
    <w:rsid w:val="726B94A6"/>
    <w:rsid w:val="728AFDB3"/>
    <w:rsid w:val="73269C18"/>
    <w:rsid w:val="7389F5F3"/>
    <w:rsid w:val="73B73A72"/>
    <w:rsid w:val="747BBC00"/>
    <w:rsid w:val="74CFE168"/>
    <w:rsid w:val="7596CF13"/>
    <w:rsid w:val="75F551BD"/>
    <w:rsid w:val="76274197"/>
    <w:rsid w:val="77749E74"/>
    <w:rsid w:val="7A61E05A"/>
    <w:rsid w:val="7A6C8475"/>
    <w:rsid w:val="7EB8C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C325E3"/>
  <w15:chartTrackingRefBased/>
  <w15:docId w15:val="{ECA04FEB-A4CD-4085-A0DC-1DBA7948D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E39E8"/>
    <w:pPr>
      <w:spacing w:line="259" w:lineRule="auto"/>
    </w:pPr>
    <w:rPr>
      <w:rFonts w:ascii="Arial" w:hAnsi="Arial" w:eastAsia="Calibri" w:cs="Calibri"/>
      <w:sz w:val="22"/>
      <w:szCs w:val="22"/>
      <w:lang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4E39E8"/>
    <w:pPr>
      <w:keepNext/>
      <w:keepLines/>
      <w:spacing w:before="400" w:after="240" w:line="276" w:lineRule="auto"/>
      <w:outlineLvl w:val="0"/>
    </w:pPr>
    <w:rPr>
      <w:rFonts w:ascii="Century Gothic" w:hAnsi="Century Gothic" w:eastAsia="Arial" w:cs="Arial"/>
      <w:b/>
      <w:sz w:val="44"/>
      <w:szCs w:val="44"/>
      <w:lang w:val="e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E39E8"/>
    <w:pPr>
      <w:keepNext/>
      <w:spacing w:after="120" w:line="240" w:lineRule="auto"/>
      <w:outlineLvl w:val="1"/>
    </w:pPr>
    <w:rPr>
      <w:rFonts w:ascii="Century Gothic" w:hAnsi="Century Gothic" w:eastAsia="Arial" w:cs="Arial"/>
      <w:b/>
      <w:sz w:val="36"/>
      <w:szCs w:val="36"/>
      <w:lang w:val="en-C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E39E8"/>
    <w:pPr>
      <w:keepNext/>
      <w:keepLines/>
      <w:spacing w:before="280" w:after="80"/>
      <w:outlineLvl w:val="2"/>
    </w:pPr>
    <w:rPr>
      <w:rFonts w:ascii="Century Gothic" w:hAnsi="Century Gothic"/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E39E8"/>
    <w:pPr>
      <w:keepNext/>
      <w:keepLines/>
      <w:spacing w:before="40" w:after="0"/>
      <w:outlineLvl w:val="3"/>
    </w:pPr>
    <w:rPr>
      <w:rFonts w:ascii="Century Gothic" w:hAnsi="Century Gothic"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rsid w:val="004E39E8"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  <w:rsid w:val="004E39E8"/>
  </w:style>
  <w:style w:type="character" w:styleId="Heading1Char" w:customStyle="1">
    <w:name w:val="Heading 1 Char"/>
    <w:basedOn w:val="DefaultParagraphFont"/>
    <w:link w:val="Heading1"/>
    <w:uiPriority w:val="9"/>
    <w:rsid w:val="004E39E8"/>
    <w:rPr>
      <w:rFonts w:ascii="Century Gothic" w:hAnsi="Century Gothic" w:eastAsia="Arial" w:cs="Arial"/>
      <w:b/>
      <w:sz w:val="44"/>
      <w:szCs w:val="44"/>
      <w:lang w:val="en" w:eastAsia="en-CA"/>
    </w:rPr>
  </w:style>
  <w:style w:type="character" w:styleId="Heading2Char" w:customStyle="1">
    <w:name w:val="Heading 2 Char"/>
    <w:basedOn w:val="DefaultParagraphFont"/>
    <w:link w:val="Heading2"/>
    <w:uiPriority w:val="9"/>
    <w:rsid w:val="004E39E8"/>
    <w:rPr>
      <w:rFonts w:ascii="Century Gothic" w:hAnsi="Century Gothic" w:eastAsia="Arial" w:cs="Arial"/>
      <w:b/>
      <w:sz w:val="36"/>
      <w:szCs w:val="36"/>
      <w:lang w:val="en-CA" w:eastAsia="en-CA"/>
    </w:rPr>
  </w:style>
  <w:style w:type="character" w:styleId="Heading3Char" w:customStyle="1">
    <w:name w:val="Heading 3 Char"/>
    <w:basedOn w:val="DefaultParagraphFont"/>
    <w:link w:val="Heading3"/>
    <w:uiPriority w:val="9"/>
    <w:rsid w:val="004E39E8"/>
    <w:rPr>
      <w:rFonts w:ascii="Century Gothic" w:hAnsi="Century Gothic" w:eastAsia="Calibri" w:cs="Calibri"/>
      <w:b/>
      <w:sz w:val="28"/>
      <w:szCs w:val="28"/>
      <w:lang w:eastAsia="en-CA"/>
    </w:rPr>
  </w:style>
  <w:style w:type="character" w:styleId="Heading4Char" w:customStyle="1">
    <w:name w:val="Heading 4 Char"/>
    <w:basedOn w:val="DefaultParagraphFont"/>
    <w:link w:val="Heading4"/>
    <w:uiPriority w:val="9"/>
    <w:rsid w:val="004E39E8"/>
    <w:rPr>
      <w:rFonts w:ascii="Century Gothic" w:hAnsi="Century Gothic" w:eastAsiaTheme="majorEastAsia" w:cstheme="majorBidi"/>
      <w:iCs/>
      <w:sz w:val="22"/>
      <w:szCs w:val="22"/>
      <w:lang w:eastAsia="en-CA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sid w:val="004E39E8"/>
    <w:rPr>
      <w:rFonts w:ascii="Century Gothic" w:hAnsi="Century Gothic" w:eastAsia="Arial" w:cs="Arial"/>
      <w:b/>
      <w:sz w:val="56"/>
      <w:szCs w:val="52"/>
      <w:lang w:val="en" w:eastAsia="en-CA"/>
    </w:rPr>
  </w:style>
  <w:style w:type="paragraph" w:styleId="Title">
    <w:name w:val="Title"/>
    <w:basedOn w:val="Normal"/>
    <w:next w:val="Normal"/>
    <w:link w:val="TitleChar"/>
    <w:uiPriority w:val="10"/>
    <w:qFormat/>
    <w:rsid w:val="004E39E8"/>
    <w:pPr>
      <w:keepNext/>
      <w:keepLines/>
      <w:spacing w:after="60" w:line="276" w:lineRule="auto"/>
    </w:pPr>
    <w:rPr>
      <w:rFonts w:ascii="Century Gothic" w:hAnsi="Century Gothic" w:eastAsia="Arial" w:cs="Arial"/>
      <w:b/>
      <w:sz w:val="56"/>
      <w:szCs w:val="52"/>
      <w:lang w:val="en"/>
    </w:rPr>
  </w:style>
  <w:style w:type="character" w:styleId="SubtitleChar" w:customStyle="1">
    <w:name w:val="Subtitle Char"/>
    <w:basedOn w:val="DefaultParagraphFont"/>
    <w:link w:val="Subtitle"/>
    <w:uiPriority w:val="11"/>
    <w:rsid w:val="004E39E8"/>
    <w:rPr>
      <w:rFonts w:ascii="Century Gothic" w:hAnsi="Century Gothic"/>
      <w:spacing w:val="15"/>
      <w:sz w:val="28"/>
      <w:szCs w:val="22"/>
      <w:lang w:eastAsia="en-CA"/>
    </w:rPr>
  </w:style>
  <w:style w:type="paragraph" w:styleId="Subtitle">
    <w:name w:val="Subtitle"/>
    <w:basedOn w:val="Normal"/>
    <w:next w:val="Normal"/>
    <w:link w:val="SubtitleChar"/>
    <w:uiPriority w:val="11"/>
    <w:qFormat/>
    <w:rsid w:val="004E39E8"/>
    <w:pPr>
      <w:numPr>
        <w:ilvl w:val="1"/>
      </w:numPr>
      <w:spacing w:after="120"/>
    </w:pPr>
    <w:rPr>
      <w:rFonts w:ascii="Century Gothic" w:hAnsi="Century Gothic" w:eastAsiaTheme="minorEastAsia" w:cstheme="minorBidi"/>
      <w:spacing w:val="15"/>
      <w:sz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Hyperlink">
    <w:name w:val="Hyperlink"/>
    <w:basedOn w:val="DefaultParagraphFont"/>
    <w:uiPriority w:val="99"/>
    <w:unhideWhenUsed/>
    <w:rPr>
      <w:color w:val="467886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4E39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53131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153131"/>
    <w:rPr>
      <w:rFonts w:ascii="Arial" w:hAnsi="Arial" w:eastAsia="Calibri" w:cs="Calibri"/>
      <w:sz w:val="22"/>
      <w:szCs w:val="22"/>
      <w:lang w:eastAsia="en-CA"/>
    </w:rPr>
  </w:style>
  <w:style w:type="paragraph" w:styleId="Footer">
    <w:name w:val="footer"/>
    <w:basedOn w:val="Normal"/>
    <w:link w:val="FooterChar"/>
    <w:uiPriority w:val="99"/>
    <w:unhideWhenUsed/>
    <w:rsid w:val="00153131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153131"/>
    <w:rPr>
      <w:rFonts w:ascii="Arial" w:hAnsi="Arial" w:eastAsia="Calibri" w:cs="Calibri"/>
      <w:sz w:val="22"/>
      <w:szCs w:val="22"/>
      <w:lang w:eastAsia="en-CA"/>
    </w:rPr>
  </w:style>
  <w:style w:type="character" w:styleId="FollowedHyperlink">
    <w:name w:val="FollowedHyperlink"/>
    <w:basedOn w:val="DefaultParagraphFont"/>
    <w:uiPriority w:val="99"/>
    <w:semiHidden/>
    <w:unhideWhenUsed/>
    <w:rsid w:val="00292165"/>
    <w:rPr>
      <w:color w:val="96607D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4C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s://smhosmso.sharepoint.com/sites/SchoolMentalHealthOntario/Shared%20Documents/Communication%20and%20Technical%20Support%20(CAST)/!2024-2025%20Production%20work/HearNowON/Wave%202%20(Jan-Mar)/Communications%20package/bit.ly/ON-ecoute" TargetMode="External" Id="rId13" /><Relationship Type="http://schemas.openxmlformats.org/officeDocument/2006/relationships/footer" Target="footer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https://smhosmso.sharepoint.com/sites/SchoolMentalHealthOntario/Shared%20Documents/Communication%20and%20Technical%20Support%20(CAST)/!2024-2025%20Production%20work/HearNowON/Wave%202%20(Jan-Mar)/Communications%20package/bit.ly/ON-ecoute" TargetMode="External" Id="rId12" /><Relationship Type="http://schemas.openxmlformats.org/officeDocument/2006/relationships/hyperlink" Target="https://smhosmso.sharepoint.com/sites/SchoolMentalHealthOntario/Shared%20Documents/Communication%20and%20Technical%20Support%20(CAST)/!2024-2025%20Production%20work/HearNowON/Wave%202%20(Jan-Mar)/Communications%20package/bit.ly/ON-ecoute" TargetMode="External" Id="rId17" /><Relationship Type="http://schemas.openxmlformats.org/officeDocument/2006/relationships/customXml" Target="../customXml/item2.xml" Id="rId2" /><Relationship Type="http://schemas.openxmlformats.org/officeDocument/2006/relationships/hyperlink" Target="https://smhosmso.sharepoint.com/sites/SchoolMentalHealthOntario/Shared%20Documents/Communication%20and%20Technical%20Support%20(CAST)/!2024-2025%20Production%20work/HearNowON/Wave%202%20(Jan-Mar)/Communications%20package/bit.ly/ON-ecoute" TargetMode="External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bit.ly/ON-ecoute" TargetMode="External" Id="rId11" /><Relationship Type="http://schemas.openxmlformats.org/officeDocument/2006/relationships/numbering" Target="numbering.xml" Id="rId5" /><Relationship Type="http://schemas.openxmlformats.org/officeDocument/2006/relationships/hyperlink" Target="https://smhosmso.sharepoint.com/sites/SchoolMentalHealthOntario/Shared%20Documents/Communication%20and%20Technical%20Support%20(CAST)/!2024-2025%20Production%20work/HearNowON/Wave%202%20(Jan-Mar)/Communications%20package/bit.ly/ON-ecoute" TargetMode="External" Id="rId15" /><Relationship Type="http://schemas.openxmlformats.org/officeDocument/2006/relationships/endnotes" Target="endnotes.xml" Id="rId10" /><Relationship Type="http://schemas.openxmlformats.org/officeDocument/2006/relationships/fontTable" Target="fontTable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s://smhosmso.sharepoint.com/sites/SchoolMentalHealthOntario/Shared%20Documents/Communication%20and%20Technical%20Support%20(CAST)/!2024-2025%20Production%20work/HearNowON/Wave%202%20(Jan-Mar)/Communications%20package/bit.ly/ON-ecoute" TargetMode="External" Id="rId14" 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smho-smso.ca/accueil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sh/Library/Group%20Containers/UBF8T346G9.Office/User%20Content.localized/Templates.localized/SMH-ON%20style%20settings%20for%20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A129D4CF93FD40B4303B32156186A5" ma:contentTypeVersion="24" ma:contentTypeDescription="Create a new document." ma:contentTypeScope="" ma:versionID="368cff9949c0aa123a6a81617735e04d">
  <xsd:schema xmlns:xsd="http://www.w3.org/2001/XMLSchema" xmlns:xs="http://www.w3.org/2001/XMLSchema" xmlns:p="http://schemas.microsoft.com/office/2006/metadata/properties" xmlns:ns2="a1c9f355-ecd3-4278-9438-8cd8c6e98a42" xmlns:ns3="46a5dd20-f0b3-4d61-834b-69fb9fff00eb" targetNamespace="http://schemas.microsoft.com/office/2006/metadata/properties" ma:root="true" ma:fieldsID="30aad0b10b246422dc76942c647f1321" ns2:_="" ns3:_="">
    <xsd:import namespace="a1c9f355-ecd3-4278-9438-8cd8c6e98a42"/>
    <xsd:import namespace="46a5dd20-f0b3-4d61-834b-69fb9fff00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3:_dlc_DocId" minOccurs="0"/>
                <xsd:element ref="ns3:_dlc_DocIdUrl" minOccurs="0"/>
                <xsd:element ref="ns3:_dlc_DocIdPersistId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Priority" minOccurs="0"/>
                <xsd:element ref="ns2:MediaLengthInSeconds" minOccurs="0"/>
                <xsd:element ref="ns2:Thumbnail" minOccurs="0"/>
                <xsd:element ref="ns2:Image" minOccurs="0"/>
                <xsd:element ref="ns2:thumbn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c9f355-ecd3-4278-9438-8cd8c6e98a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Priority" ma:index="22" nillable="true" ma:displayName="Priority" ma:format="Dropdown" ma:internalName="Priority">
      <xsd:simpleType>
        <xsd:restriction base="dms:Text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Thumbnail" ma:index="24" nillable="true" ma:displayName="Thumbnail" ma:format="Thumbnail" ma:internalName="Thumbnail">
      <xsd:simpleType>
        <xsd:restriction base="dms:Unknown"/>
      </xsd:simpleType>
    </xsd:element>
    <xsd:element name="Image" ma:index="25" nillable="true" ma:displayName="Image" ma:format="Thumbnail" ma:internalName="Image">
      <xsd:simpleType>
        <xsd:restriction base="dms:Unknown"/>
      </xsd:simpleType>
    </xsd:element>
    <xsd:element name="thumbnails" ma:index="26" nillable="true" ma:displayName="thumbnails" ma:internalName="thumbnails">
      <xsd:simpleType>
        <xsd:restriction base="dms:Unknown"/>
      </xsd:simpleType>
    </xsd:element>
    <xsd:element name="lcf76f155ced4ddcb4097134ff3c332f" ma:index="28" nillable="true" ma:taxonomy="true" ma:internalName="lcf76f155ced4ddcb4097134ff3c332f" ma:taxonomyFieldName="MediaServiceImageTags" ma:displayName="Image Tags" ma:readOnly="false" ma:fieldId="{5cf76f15-5ced-4ddc-b409-7134ff3c332f}" ma:taxonomyMulti="true" ma:sspId="ee09c4f2-25f2-413f-84f7-6952626b59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ags" ma:index="32" nillable="true" ma:displayName="Tags" ma:format="Dropdown" ma:internalName="Tag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Final"/>
                    <xsd:enumeration value="HearNowON2024"/>
                    <xsd:enumeration value="ThriveSMH"/>
                    <xsd:enumeration value="Ready for production"/>
                    <xsd:enumeration value="In production"/>
                    <xsd:enumeration value="Being drafted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a5dd20-f0b3-4d61-834b-69fb9fff00e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9" nillable="true" ma:displayName="Taxonomy Catch All Column" ma:hidden="true" ma:list="{4843a7ca-e0a5-46f1-9d85-5afda220eee2}" ma:internalName="TaxCatchAll" ma:showField="CatchAllData" ma:web="46a5dd20-f0b3-4d61-834b-69fb9fff00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46a5dd20-f0b3-4d61-834b-69fb9fff00eb">2MMV42CKC3FZ-1937131458-88273</_dlc_DocId>
    <_dlc_DocIdUrl xmlns="46a5dd20-f0b3-4d61-834b-69fb9fff00eb">
      <Url>https://smhosmso.sharepoint.com/sites/SchoolMentalHealthOntario/_layouts/15/DocIdRedir.aspx?ID=2MMV42CKC3FZ-1937131458-88273</Url>
      <Description>2MMV42CKC3FZ-1937131458-88273</Description>
    </_dlc_DocIdUrl>
    <lcf76f155ced4ddcb4097134ff3c332f xmlns="a1c9f355-ecd3-4278-9438-8cd8c6e98a42">
      <Terms xmlns="http://schemas.microsoft.com/office/infopath/2007/PartnerControls"/>
    </lcf76f155ced4ddcb4097134ff3c332f>
    <Thumbnail xmlns="a1c9f355-ecd3-4278-9438-8cd8c6e98a42" xsi:nil="true"/>
    <thumbnails xmlns="a1c9f355-ecd3-4278-9438-8cd8c6e98a42" xsi:nil="true"/>
    <Priority xmlns="a1c9f355-ecd3-4278-9438-8cd8c6e98a42" xsi:nil="true"/>
    <Tags xmlns="a1c9f355-ecd3-4278-9438-8cd8c6e98a42" xsi:nil="true"/>
    <TaxCatchAll xmlns="46a5dd20-f0b3-4d61-834b-69fb9fff00eb" xsi:nil="true"/>
    <Image xmlns="a1c9f355-ecd3-4278-9438-8cd8c6e98a42" xsi:nil="true"/>
  </documentManagement>
</p:properties>
</file>

<file path=customXml/itemProps1.xml><?xml version="1.0" encoding="utf-8"?>
<ds:datastoreItem xmlns:ds="http://schemas.openxmlformats.org/officeDocument/2006/customXml" ds:itemID="{4A0B780B-ED4A-40C9-893A-A2B707073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c9f355-ecd3-4278-9438-8cd8c6e98a42"/>
    <ds:schemaRef ds:uri="46a5dd20-f0b3-4d61-834b-69fb9fff00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B8D981-BDBF-4D43-AB2A-4253EEB96E1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B6F859D-510C-4E4B-B442-6AD568A72D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5A591C-44F5-439D-93C2-26AD6446F682}">
  <ds:schemaRefs>
    <ds:schemaRef ds:uri="46a5dd20-f0b3-4d61-834b-69fb9fff00eb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a1c9f355-ecd3-4278-9438-8cd8c6e98a42"/>
    <ds:schemaRef ds:uri="http://purl.org/dc/elements/1.1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SMH-ON style settings for Word.dotx</ap:Template>
  <ap:Application>Microsoft Word for the web</ap:Application>
  <ap:DocSecurity>2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Ashley An</dc:creator>
  <keywords/>
  <dc:description/>
  <lastModifiedBy>Joyce Erogun</lastModifiedBy>
  <revision>30</revision>
  <dcterms:created xsi:type="dcterms:W3CDTF">2025-01-15T18:02:00.0000000Z</dcterms:created>
  <dcterms:modified xsi:type="dcterms:W3CDTF">2025-01-15T21:24:36.1289270Z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0x010100CCA129D4CF93FD40B4303B32156186A5</vt:lpwstr>
  </property>
  <property fmtid="{D5CDD505-2E9C-101B-9397-08002B2CF9AE}" pid="3" name="_dlc_DocIdItemGuid">
    <vt:lpwstr>5d863cec-de9d-4c64-bd63-7d1187235a78</vt:lpwstr>
  </property>
  <property fmtid="{D5CDD505-2E9C-101B-9397-08002B2CF9AE}" pid="4" name="MediaServiceImageTags">
    <vt:lpwstr/>
  </property>
</Properties>
</file>